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FCA59" w14:textId="7A381339" w:rsidR="0050627C" w:rsidRPr="0050627C" w:rsidRDefault="00CD6897" w:rsidP="0050627C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00FA2B6D">
        <w:rPr>
          <w:rFonts w:ascii="Corbel" w:hAnsi="Corbel"/>
          <w:bCs/>
          <w:sz w:val="24"/>
          <w:szCs w:val="24"/>
        </w:rPr>
        <w:tab/>
      </w:r>
      <w:r w:rsidRPr="00FA2B6D">
        <w:rPr>
          <w:rFonts w:ascii="Corbel" w:hAnsi="Corbel"/>
          <w:bCs/>
          <w:sz w:val="24"/>
          <w:szCs w:val="24"/>
        </w:rPr>
        <w:tab/>
      </w:r>
      <w:r w:rsidRPr="00FA2B6D">
        <w:rPr>
          <w:rFonts w:ascii="Corbel" w:hAnsi="Corbel"/>
          <w:bCs/>
          <w:sz w:val="24"/>
          <w:szCs w:val="24"/>
        </w:rPr>
        <w:tab/>
      </w:r>
      <w:r w:rsidRPr="00FA2B6D">
        <w:rPr>
          <w:rFonts w:ascii="Corbel" w:hAnsi="Corbel"/>
          <w:bCs/>
          <w:sz w:val="24"/>
          <w:szCs w:val="24"/>
        </w:rPr>
        <w:tab/>
      </w:r>
      <w:r w:rsidRPr="00707B20">
        <w:rPr>
          <w:rFonts w:ascii="Corbel" w:hAnsi="Corbel"/>
          <w:b/>
          <w:bCs/>
          <w:sz w:val="24"/>
          <w:szCs w:val="24"/>
        </w:rPr>
        <w:tab/>
      </w:r>
      <w:r w:rsidR="001E02DB">
        <w:rPr>
          <w:rFonts w:ascii="Corbel" w:hAnsi="Corbel"/>
          <w:bCs/>
          <w:i/>
        </w:rPr>
        <w:t>Załącznik nr 1.5 do Zarządzenia Rektora UR nr 61/2025</w:t>
      </w:r>
      <w:r w:rsidRPr="00707B20">
        <w:rPr>
          <w:rFonts w:ascii="Corbel" w:hAnsi="Corbel"/>
          <w:b/>
          <w:bCs/>
          <w:sz w:val="24"/>
          <w:szCs w:val="24"/>
        </w:rPr>
        <w:tab/>
      </w:r>
      <w:bookmarkStart w:id="0" w:name="_Hlk176178282"/>
    </w:p>
    <w:p w14:paraId="6802AC9F" w14:textId="77777777" w:rsidR="0050627C" w:rsidRPr="0050627C" w:rsidRDefault="0050627C" w:rsidP="0050627C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50627C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49A53178" w14:textId="4DD60E36" w:rsidR="0050627C" w:rsidRPr="0050627C" w:rsidRDefault="0050627C" w:rsidP="0050627C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50627C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1E02DB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50627C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1E02DB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61679D09" w14:textId="77777777" w:rsidR="0050627C" w:rsidRPr="0050627C" w:rsidRDefault="0050627C" w:rsidP="0050627C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50627C">
        <w:rPr>
          <w:rFonts w:ascii="Corbel" w:hAnsi="Corbel"/>
          <w:i/>
          <w:sz w:val="20"/>
          <w:szCs w:val="20"/>
          <w:lang w:eastAsia="ar-SA"/>
        </w:rPr>
        <w:t>(skrajne daty</w:t>
      </w:r>
      <w:r w:rsidRPr="0050627C">
        <w:rPr>
          <w:rFonts w:ascii="Corbel" w:hAnsi="Corbel"/>
          <w:sz w:val="20"/>
          <w:szCs w:val="20"/>
          <w:lang w:eastAsia="ar-SA"/>
        </w:rPr>
        <w:t>)</w:t>
      </w:r>
    </w:p>
    <w:p w14:paraId="5C20912B" w14:textId="5060DAC4" w:rsidR="0050627C" w:rsidRPr="0050627C" w:rsidRDefault="0050627C" w:rsidP="0050627C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50627C">
        <w:rPr>
          <w:rFonts w:ascii="Corbel" w:hAnsi="Corbel"/>
          <w:sz w:val="20"/>
          <w:szCs w:val="20"/>
          <w:lang w:eastAsia="ar-SA"/>
        </w:rPr>
        <w:t>Rok akademicki 202</w:t>
      </w:r>
      <w:r w:rsidR="001E02DB">
        <w:rPr>
          <w:rFonts w:ascii="Corbel" w:hAnsi="Corbel"/>
          <w:sz w:val="20"/>
          <w:szCs w:val="20"/>
          <w:lang w:eastAsia="ar-SA"/>
        </w:rPr>
        <w:t>6</w:t>
      </w:r>
      <w:r w:rsidRPr="0050627C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1E02DB">
        <w:rPr>
          <w:rFonts w:ascii="Corbel" w:hAnsi="Corbel"/>
          <w:sz w:val="20"/>
          <w:szCs w:val="20"/>
          <w:lang w:eastAsia="ar-SA"/>
        </w:rPr>
        <w:t>7</w:t>
      </w:r>
    </w:p>
    <w:p w14:paraId="5F460880" w14:textId="77777777" w:rsidR="0050627C" w:rsidRDefault="0050627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641BC1" w14:textId="686E01C0" w:rsidR="0085747A" w:rsidRPr="00707B2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07B20">
        <w:rPr>
          <w:rFonts w:ascii="Corbel" w:hAnsi="Corbel"/>
          <w:szCs w:val="24"/>
        </w:rPr>
        <w:t xml:space="preserve">1. </w:t>
      </w:r>
      <w:r w:rsidR="0085747A" w:rsidRPr="00707B20">
        <w:rPr>
          <w:rFonts w:ascii="Corbel" w:hAnsi="Corbel"/>
          <w:szCs w:val="24"/>
        </w:rPr>
        <w:t xml:space="preserve">Podstawowe </w:t>
      </w:r>
      <w:r w:rsidR="00445970" w:rsidRPr="00707B2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2B6D" w14:paraId="1621C74F" w14:textId="77777777" w:rsidTr="55225FA7">
        <w:tc>
          <w:tcPr>
            <w:tcW w:w="2694" w:type="dxa"/>
            <w:vAlign w:val="center"/>
          </w:tcPr>
          <w:p w14:paraId="0889A631" w14:textId="77777777" w:rsidR="0085747A" w:rsidRPr="00FA2B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3B94892" w14:textId="77777777" w:rsidR="0085747A" w:rsidRPr="00FA2B6D" w:rsidRDefault="00292DFA" w:rsidP="66F74CAF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66F74CAF">
              <w:rPr>
                <w:rFonts w:ascii="Corbel" w:hAnsi="Corbel"/>
                <w:bCs/>
                <w:sz w:val="24"/>
                <w:szCs w:val="24"/>
              </w:rPr>
              <w:t>Administrowanie zasobami środowiska</w:t>
            </w:r>
          </w:p>
        </w:tc>
      </w:tr>
      <w:tr w:rsidR="0085747A" w:rsidRPr="00FA2B6D" w14:paraId="0BD62761" w14:textId="77777777" w:rsidTr="55225FA7">
        <w:tc>
          <w:tcPr>
            <w:tcW w:w="2694" w:type="dxa"/>
            <w:vAlign w:val="center"/>
          </w:tcPr>
          <w:p w14:paraId="28E7D301" w14:textId="77777777" w:rsidR="0085747A" w:rsidRPr="00FA2B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2B6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9694C5" w14:textId="77777777" w:rsidR="0085747A" w:rsidRPr="00FA2B6D" w:rsidRDefault="00292D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2DFA">
              <w:rPr>
                <w:rFonts w:ascii="Corbel" w:hAnsi="Corbel"/>
                <w:b w:val="0"/>
                <w:sz w:val="24"/>
                <w:szCs w:val="24"/>
              </w:rPr>
              <w:t>A2SO24</w:t>
            </w:r>
          </w:p>
        </w:tc>
      </w:tr>
      <w:tr w:rsidR="0085747A" w:rsidRPr="00FA2B6D" w14:paraId="1A89C761" w14:textId="77777777" w:rsidTr="55225FA7">
        <w:tc>
          <w:tcPr>
            <w:tcW w:w="2694" w:type="dxa"/>
            <w:vAlign w:val="center"/>
          </w:tcPr>
          <w:p w14:paraId="31B1779A" w14:textId="77777777" w:rsidR="0085747A" w:rsidRPr="00FA2B6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A2B6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0460DBD" w14:textId="41F111A5" w:rsidR="0085747A" w:rsidRPr="00FA2B6D" w:rsidRDefault="001E02DB" w:rsidP="66F74C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85747A" w:rsidRPr="00FA2B6D" w14:paraId="12FBF4D0" w14:textId="77777777" w:rsidTr="55225FA7">
        <w:tc>
          <w:tcPr>
            <w:tcW w:w="2694" w:type="dxa"/>
            <w:vAlign w:val="center"/>
          </w:tcPr>
          <w:p w14:paraId="32B2A52A" w14:textId="77777777" w:rsidR="0085747A" w:rsidRPr="00FA2B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7704B3" w14:textId="3FDBDAF3" w:rsidR="0085747A" w:rsidRPr="00FA2B6D" w:rsidRDefault="002A48FE" w:rsidP="55225F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1AD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85747A" w:rsidRPr="00FA2B6D" w14:paraId="1A7918B6" w14:textId="77777777" w:rsidTr="55225FA7">
        <w:tc>
          <w:tcPr>
            <w:tcW w:w="2694" w:type="dxa"/>
            <w:vAlign w:val="center"/>
          </w:tcPr>
          <w:p w14:paraId="66EB825D" w14:textId="77777777" w:rsidR="0085747A" w:rsidRPr="00FA2B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3F50977" w14:textId="77777777" w:rsidR="0085747A" w:rsidRPr="00FA2B6D" w:rsidRDefault="00F877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FA2B6D" w14:paraId="28D3431B" w14:textId="77777777" w:rsidTr="55225FA7">
        <w:tc>
          <w:tcPr>
            <w:tcW w:w="2694" w:type="dxa"/>
            <w:vAlign w:val="center"/>
          </w:tcPr>
          <w:p w14:paraId="32B5C8F9" w14:textId="77777777" w:rsidR="0085747A" w:rsidRPr="00FA2B6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2EBBD8C" w14:textId="77777777" w:rsidR="0085747A" w:rsidRPr="00FA2B6D" w:rsidRDefault="00F877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292DF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A2B6D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FA2B6D" w14:paraId="4B6101D4" w14:textId="77777777" w:rsidTr="55225FA7">
        <w:tc>
          <w:tcPr>
            <w:tcW w:w="2694" w:type="dxa"/>
            <w:vAlign w:val="center"/>
          </w:tcPr>
          <w:p w14:paraId="4BC232D5" w14:textId="77777777" w:rsidR="0085747A" w:rsidRPr="00FA2B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42505EB" w14:textId="52505C73" w:rsidR="0085747A" w:rsidRPr="00FA2B6D" w:rsidRDefault="003201C6" w:rsidP="000A47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A474C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FA2B6D" w14:paraId="5860761D" w14:textId="77777777" w:rsidTr="55225FA7">
        <w:tc>
          <w:tcPr>
            <w:tcW w:w="2694" w:type="dxa"/>
            <w:vAlign w:val="center"/>
          </w:tcPr>
          <w:p w14:paraId="63900CC9" w14:textId="77777777" w:rsidR="0085747A" w:rsidRPr="00FA2B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477501" w14:textId="77777777" w:rsidR="0085747A" w:rsidRPr="00FA2B6D" w:rsidRDefault="000E3B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F8776A" w:rsidRPr="00FA2B6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FA2B6D" w14:paraId="7ABE039A" w14:textId="77777777" w:rsidTr="55225FA7">
        <w:tc>
          <w:tcPr>
            <w:tcW w:w="2694" w:type="dxa"/>
            <w:vAlign w:val="center"/>
          </w:tcPr>
          <w:p w14:paraId="07A00CB5" w14:textId="77777777" w:rsidR="0085747A" w:rsidRPr="00FA2B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A2B6D">
              <w:rPr>
                <w:rFonts w:ascii="Corbel" w:hAnsi="Corbel"/>
                <w:sz w:val="24"/>
                <w:szCs w:val="24"/>
              </w:rPr>
              <w:t>/y</w:t>
            </w:r>
            <w:r w:rsidRPr="00FA2B6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142AE3" w14:textId="6C7FBEFF" w:rsidR="0085747A" w:rsidRPr="00FA2B6D" w:rsidRDefault="003201C6" w:rsidP="00C033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000EA7" w:rsidRPr="66F74CAF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12F134A2" w:rsidRPr="66F74CAF">
              <w:rPr>
                <w:rFonts w:ascii="Corbel" w:hAnsi="Corbel"/>
                <w:b w:val="0"/>
                <w:sz w:val="24"/>
                <w:szCs w:val="24"/>
              </w:rPr>
              <w:t xml:space="preserve"> /</w:t>
            </w:r>
            <w:r w:rsidR="00C03329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B2A8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FA2B6D" w14:paraId="1E41AF56" w14:textId="77777777" w:rsidTr="55225FA7">
        <w:tc>
          <w:tcPr>
            <w:tcW w:w="2694" w:type="dxa"/>
            <w:vAlign w:val="center"/>
          </w:tcPr>
          <w:p w14:paraId="669D338A" w14:textId="77777777" w:rsidR="0085747A" w:rsidRPr="00FA2B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CF1411" w14:textId="77777777" w:rsidR="0085747A" w:rsidRPr="00FA2B6D" w:rsidRDefault="00F877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FA2B6D" w14:paraId="75BEEC12" w14:textId="77777777" w:rsidTr="55225FA7">
        <w:tc>
          <w:tcPr>
            <w:tcW w:w="2694" w:type="dxa"/>
            <w:vAlign w:val="center"/>
          </w:tcPr>
          <w:p w14:paraId="58F043F1" w14:textId="77777777" w:rsidR="00923D7D" w:rsidRPr="00FA2B6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6B5C41" w14:textId="77777777" w:rsidR="00923D7D" w:rsidRPr="00FA2B6D" w:rsidRDefault="008D57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8776A" w:rsidRPr="00FA2B6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FA2B6D" w14:paraId="213AED59" w14:textId="77777777" w:rsidTr="55225FA7">
        <w:tc>
          <w:tcPr>
            <w:tcW w:w="2694" w:type="dxa"/>
            <w:vAlign w:val="center"/>
          </w:tcPr>
          <w:p w14:paraId="3873732A" w14:textId="77777777" w:rsidR="0085747A" w:rsidRPr="00FA2B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15D937" w14:textId="039628BE" w:rsidR="0085747A" w:rsidRPr="00FA2B6D" w:rsidRDefault="009E2717" w:rsidP="00F36F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A474C">
              <w:rPr>
                <w:rFonts w:ascii="Corbel" w:hAnsi="Corbel"/>
                <w:b w:val="0"/>
                <w:sz w:val="24"/>
                <w:szCs w:val="24"/>
              </w:rPr>
              <w:t xml:space="preserve">r hab. Agata </w:t>
            </w:r>
            <w:r w:rsidR="00F36F5C"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="000A474C">
              <w:rPr>
                <w:rFonts w:ascii="Corbel" w:hAnsi="Corbel"/>
                <w:b w:val="0"/>
                <w:sz w:val="24"/>
                <w:szCs w:val="24"/>
              </w:rPr>
              <w:t>arczewska-Dziobek, prof. UR</w:t>
            </w:r>
          </w:p>
        </w:tc>
      </w:tr>
      <w:tr w:rsidR="001E02DB" w:rsidRPr="00FA2B6D" w14:paraId="25841D1F" w14:textId="77777777" w:rsidTr="55225FA7">
        <w:tc>
          <w:tcPr>
            <w:tcW w:w="2694" w:type="dxa"/>
            <w:vAlign w:val="center"/>
          </w:tcPr>
          <w:p w14:paraId="6CB0250E" w14:textId="77777777" w:rsidR="001E02DB" w:rsidRPr="00FA2B6D" w:rsidRDefault="001E02DB" w:rsidP="001E02D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C8A6CFE" w14:textId="682DACE5" w:rsidR="001E02DB" w:rsidRPr="00FA2B6D" w:rsidRDefault="009E2717" w:rsidP="001E02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E02DB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  <w:r w:rsidR="00104F0B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="00104F0B">
              <w:rPr>
                <w:rFonts w:ascii="Corbel" w:hAnsi="Corbel"/>
                <w:b w:val="0"/>
                <w:sz w:val="24"/>
                <w:szCs w:val="24"/>
              </w:rPr>
              <w:t>mgr Izabela Bentkowska-Furman</w:t>
            </w:r>
          </w:p>
        </w:tc>
      </w:tr>
    </w:tbl>
    <w:p w14:paraId="585E07BA" w14:textId="77777777" w:rsidR="0085747A" w:rsidRDefault="0085747A" w:rsidP="009E2717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FA2B6D">
        <w:rPr>
          <w:rFonts w:ascii="Corbel" w:hAnsi="Corbel"/>
          <w:b w:val="0"/>
          <w:sz w:val="24"/>
          <w:szCs w:val="24"/>
        </w:rPr>
        <w:t xml:space="preserve">* </w:t>
      </w:r>
      <w:r w:rsidRPr="00FA2B6D">
        <w:rPr>
          <w:rFonts w:ascii="Corbel" w:hAnsi="Corbel"/>
          <w:b w:val="0"/>
          <w:i/>
          <w:sz w:val="24"/>
          <w:szCs w:val="24"/>
        </w:rPr>
        <w:t>-</w:t>
      </w:r>
      <w:r w:rsidR="00B90885" w:rsidRPr="00FA2B6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2B6D">
        <w:rPr>
          <w:rFonts w:ascii="Corbel" w:hAnsi="Corbel"/>
          <w:b w:val="0"/>
          <w:sz w:val="24"/>
          <w:szCs w:val="24"/>
        </w:rPr>
        <w:t>e,</w:t>
      </w:r>
      <w:r w:rsidRPr="00FA2B6D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="00B90885" w:rsidRPr="00FA2B6D">
        <w:rPr>
          <w:rFonts w:ascii="Corbel" w:hAnsi="Corbel"/>
          <w:b w:val="0"/>
          <w:i/>
          <w:sz w:val="24"/>
          <w:szCs w:val="24"/>
        </w:rPr>
        <w:t>w Jednostce</w:t>
      </w:r>
    </w:p>
    <w:p w14:paraId="15D94F86" w14:textId="77777777" w:rsidR="009E2717" w:rsidRPr="00FA2B6D" w:rsidRDefault="009E2717" w:rsidP="009E2717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14:paraId="09AA09D7" w14:textId="4CCC7A2E" w:rsidR="0085747A" w:rsidRPr="00707B2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07B20">
        <w:rPr>
          <w:rFonts w:ascii="Corbel" w:hAnsi="Corbel"/>
          <w:sz w:val="24"/>
          <w:szCs w:val="24"/>
        </w:rPr>
        <w:t>1.</w:t>
      </w:r>
      <w:r w:rsidR="00E22FBC" w:rsidRPr="00707B20">
        <w:rPr>
          <w:rFonts w:ascii="Corbel" w:hAnsi="Corbel"/>
          <w:sz w:val="24"/>
          <w:szCs w:val="24"/>
        </w:rPr>
        <w:t>1</w:t>
      </w:r>
      <w:r w:rsidRPr="00707B20">
        <w:rPr>
          <w:rFonts w:ascii="Corbel" w:hAnsi="Corbel"/>
          <w:sz w:val="24"/>
          <w:szCs w:val="24"/>
        </w:rPr>
        <w:t>.</w:t>
      </w:r>
      <w:r w:rsidR="009E2717">
        <w:rPr>
          <w:rFonts w:ascii="Corbel" w:hAnsi="Corbel"/>
          <w:sz w:val="24"/>
          <w:szCs w:val="24"/>
        </w:rPr>
        <w:t xml:space="preserve"> </w:t>
      </w:r>
      <w:r w:rsidRPr="00707B2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B482318" w14:textId="77777777" w:rsidR="00923D7D" w:rsidRPr="00FA2B6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0"/>
        <w:gridCol w:w="936"/>
        <w:gridCol w:w="1009"/>
        <w:gridCol w:w="915"/>
        <w:gridCol w:w="720"/>
        <w:gridCol w:w="855"/>
        <w:gridCol w:w="629"/>
        <w:gridCol w:w="992"/>
        <w:gridCol w:w="1134"/>
        <w:gridCol w:w="1417"/>
      </w:tblGrid>
      <w:tr w:rsidR="00015B8F" w:rsidRPr="00FA2B6D" w14:paraId="1B84E235" w14:textId="77777777" w:rsidTr="66F74CAF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2D14" w14:textId="77777777" w:rsidR="00015B8F" w:rsidRPr="00FA2B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Semestr</w:t>
            </w:r>
          </w:p>
          <w:p w14:paraId="6C093E8A" w14:textId="77777777" w:rsidR="00015B8F" w:rsidRPr="00FA2B6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(</w:t>
            </w:r>
            <w:r w:rsidR="00363F78" w:rsidRPr="00FA2B6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13217" w14:textId="77777777" w:rsidR="00015B8F" w:rsidRPr="00FA2B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B6D">
              <w:rPr>
                <w:rFonts w:ascii="Corbel" w:hAnsi="Corbel"/>
                <w:szCs w:val="24"/>
              </w:rPr>
              <w:t>Wykł</w:t>
            </w:r>
            <w:proofErr w:type="spellEnd"/>
            <w:r w:rsidRPr="00FA2B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B5CDE" w14:textId="77777777" w:rsidR="00015B8F" w:rsidRPr="00FA2B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6998C" w14:textId="77777777" w:rsidR="00015B8F" w:rsidRPr="00FA2B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B6D">
              <w:rPr>
                <w:rFonts w:ascii="Corbel" w:hAnsi="Corbel"/>
                <w:szCs w:val="24"/>
              </w:rPr>
              <w:t>Konw</w:t>
            </w:r>
            <w:proofErr w:type="spellEnd"/>
            <w:r w:rsidRPr="00FA2B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D7517" w14:textId="77777777" w:rsidR="00015B8F" w:rsidRPr="00FA2B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1B60C" w14:textId="77777777" w:rsidR="00015B8F" w:rsidRPr="00FA2B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B6D">
              <w:rPr>
                <w:rFonts w:ascii="Corbel" w:hAnsi="Corbel"/>
                <w:szCs w:val="24"/>
              </w:rPr>
              <w:t>Sem</w:t>
            </w:r>
            <w:proofErr w:type="spellEnd"/>
            <w:r w:rsidRPr="00FA2B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190CC" w14:textId="77777777" w:rsidR="00015B8F" w:rsidRPr="00FA2B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CC2EA" w14:textId="77777777" w:rsidR="00015B8F" w:rsidRPr="00FA2B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B6D">
              <w:rPr>
                <w:rFonts w:ascii="Corbel" w:hAnsi="Corbel"/>
                <w:szCs w:val="24"/>
              </w:rPr>
              <w:t>Prakt</w:t>
            </w:r>
            <w:proofErr w:type="spellEnd"/>
            <w:r w:rsidRPr="00FA2B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E7EEC" w14:textId="77777777" w:rsidR="00015B8F" w:rsidRPr="00FA2B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7FD80" w14:textId="77777777" w:rsidR="00015B8F" w:rsidRPr="00FA2B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Liczba pkt</w:t>
            </w:r>
            <w:r w:rsidR="00B90885" w:rsidRPr="00FA2B6D">
              <w:rPr>
                <w:rFonts w:ascii="Corbel" w:hAnsi="Corbel"/>
                <w:szCs w:val="24"/>
              </w:rPr>
              <w:t>.</w:t>
            </w:r>
            <w:r w:rsidRPr="00FA2B6D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3D108A" w:rsidRPr="00FA2B6D" w14:paraId="478EAFB5" w14:textId="77777777" w:rsidTr="009E2717">
        <w:trPr>
          <w:trHeight w:val="45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6C266" w14:textId="74D84F3C" w:rsidR="003D108A" w:rsidRPr="004A4B6B" w:rsidRDefault="00E82E6F" w:rsidP="009E27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4B2A84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CB744" w14:textId="77777777" w:rsidR="003D108A" w:rsidRPr="004A4B6B" w:rsidRDefault="003D108A" w:rsidP="009E27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FA158" w14:textId="77777777" w:rsidR="003D108A" w:rsidRPr="00FA2B6D" w:rsidRDefault="003D108A" w:rsidP="009E27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6730" w14:textId="5B7820E2" w:rsidR="003D108A" w:rsidRPr="00FA2B6D" w:rsidRDefault="28887421" w:rsidP="009E27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6F74CA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C7B72" w14:textId="77777777" w:rsidR="003D108A" w:rsidRPr="00FA2B6D" w:rsidRDefault="003D108A" w:rsidP="009E27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AA8A" w14:textId="77777777" w:rsidR="003D108A" w:rsidRPr="00FA2B6D" w:rsidRDefault="003D108A" w:rsidP="009E27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36028" w14:textId="77777777" w:rsidR="003D108A" w:rsidRPr="00FA2B6D" w:rsidRDefault="003D108A" w:rsidP="009E27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C80ED" w14:textId="77777777" w:rsidR="003D108A" w:rsidRPr="00FA2B6D" w:rsidRDefault="003D108A" w:rsidP="009E27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C5E2" w14:textId="77777777" w:rsidR="003D108A" w:rsidRPr="00FA2B6D" w:rsidRDefault="003D108A" w:rsidP="009E27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7260" w14:textId="77777777" w:rsidR="003D108A" w:rsidRPr="00FA2B6D" w:rsidRDefault="003D108A" w:rsidP="009E27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F77CA2" w14:textId="77777777" w:rsidR="00923D7D" w:rsidRPr="00FA2B6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75306F" w14:textId="7328759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>1.</w:t>
      </w:r>
      <w:r w:rsidR="00E22FBC" w:rsidRPr="00707B20">
        <w:rPr>
          <w:rFonts w:ascii="Corbel" w:hAnsi="Corbel"/>
          <w:smallCaps w:val="0"/>
          <w:szCs w:val="24"/>
        </w:rPr>
        <w:t>2</w:t>
      </w:r>
      <w:r w:rsidR="00F83B28" w:rsidRPr="00707B20">
        <w:rPr>
          <w:rFonts w:ascii="Corbel" w:hAnsi="Corbel"/>
          <w:smallCaps w:val="0"/>
          <w:szCs w:val="24"/>
        </w:rPr>
        <w:t>.</w:t>
      </w:r>
      <w:r w:rsidR="00F83B28" w:rsidRPr="00707B20">
        <w:rPr>
          <w:rFonts w:ascii="Corbel" w:hAnsi="Corbel"/>
          <w:smallCaps w:val="0"/>
          <w:szCs w:val="24"/>
        </w:rPr>
        <w:tab/>
      </w:r>
      <w:r w:rsidRPr="00707B20">
        <w:rPr>
          <w:rFonts w:ascii="Corbel" w:hAnsi="Corbel"/>
          <w:smallCaps w:val="0"/>
          <w:szCs w:val="24"/>
        </w:rPr>
        <w:t>Sposób realizacji zajęć</w:t>
      </w:r>
    </w:p>
    <w:p w14:paraId="7DD0B5AF" w14:textId="77777777" w:rsidR="005603B9" w:rsidRPr="00707B20" w:rsidRDefault="005603B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36D00D82" w14:textId="4AD70677" w:rsidR="00D12A13" w:rsidRDefault="00381FDF" w:rsidP="005603B9">
      <w:pPr>
        <w:pStyle w:val="Punktygwne"/>
        <w:spacing w:before="0" w:after="0"/>
        <w:ind w:left="658"/>
        <w:jc w:val="both"/>
        <w:rPr>
          <w:rFonts w:ascii="Corbel" w:hAnsi="Corbel"/>
          <w:b w:val="0"/>
          <w:smallCaps w:val="0"/>
        </w:rPr>
      </w:pPr>
      <w:r w:rsidRPr="005603B9">
        <w:rPr>
          <w:rFonts w:ascii="Corbel" w:hAnsi="Corbel"/>
          <w:bCs/>
          <w:smallCaps w:val="0"/>
        </w:rPr>
        <w:t>X</w:t>
      </w:r>
      <w:r w:rsidRPr="55225FA7">
        <w:rPr>
          <w:rFonts w:ascii="Corbel" w:hAnsi="Corbel"/>
          <w:b w:val="0"/>
          <w:smallCaps w:val="0"/>
        </w:rPr>
        <w:t xml:space="preserve"> </w:t>
      </w:r>
      <w:r w:rsidR="005603B9">
        <w:rPr>
          <w:rFonts w:ascii="Corbel" w:hAnsi="Corbel"/>
          <w:b w:val="0"/>
          <w:smallCaps w:val="0"/>
        </w:rPr>
        <w:t xml:space="preserve"> </w:t>
      </w:r>
      <w:r w:rsidR="0085747A" w:rsidRPr="55225FA7">
        <w:rPr>
          <w:rFonts w:ascii="Corbel" w:hAnsi="Corbel"/>
          <w:b w:val="0"/>
          <w:smallCaps w:val="0"/>
        </w:rPr>
        <w:t xml:space="preserve">zajęcia w formie tradycyjnej </w:t>
      </w:r>
    </w:p>
    <w:p w14:paraId="66A2FF61" w14:textId="77777777" w:rsidR="0085747A" w:rsidRPr="00FA2B6D" w:rsidRDefault="0085747A" w:rsidP="66F74CAF">
      <w:pPr>
        <w:pStyle w:val="Punktygwne"/>
        <w:numPr>
          <w:ilvl w:val="0"/>
          <w:numId w:val="10"/>
        </w:numPr>
        <w:spacing w:before="0" w:after="0"/>
        <w:ind w:left="900" w:hanging="270"/>
        <w:jc w:val="both"/>
        <w:rPr>
          <w:rFonts w:ascii="Corbel" w:hAnsi="Corbel"/>
          <w:b w:val="0"/>
          <w:smallCaps w:val="0"/>
        </w:rPr>
      </w:pPr>
      <w:r w:rsidRPr="66F74CAF">
        <w:rPr>
          <w:rFonts w:ascii="Corbel" w:hAnsi="Corbel"/>
          <w:b w:val="0"/>
          <w:smallCaps w:val="0"/>
        </w:rPr>
        <w:t>zajęcia realizowane z wykorzystaniem metod i technik kształcenia na odległość</w:t>
      </w:r>
    </w:p>
    <w:p w14:paraId="162C0D33" w14:textId="77777777" w:rsidR="0085747A" w:rsidRPr="00FA2B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0312A7" w14:textId="7C6812AA" w:rsidR="00E22FBC" w:rsidRPr="00707B20" w:rsidRDefault="00E22FBC" w:rsidP="55225FA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5225FA7">
        <w:rPr>
          <w:rFonts w:ascii="Corbel" w:hAnsi="Corbel"/>
          <w:smallCaps w:val="0"/>
        </w:rPr>
        <w:t>1.3</w:t>
      </w:r>
      <w:r w:rsidR="005603B9">
        <w:rPr>
          <w:rFonts w:ascii="Corbel" w:hAnsi="Corbel"/>
          <w:smallCaps w:val="0"/>
        </w:rPr>
        <w:t>.</w:t>
      </w:r>
      <w:r w:rsidRPr="55225FA7">
        <w:rPr>
          <w:rFonts w:ascii="Corbel" w:hAnsi="Corbel"/>
          <w:smallCaps w:val="0"/>
        </w:rPr>
        <w:t xml:space="preserve"> For</w:t>
      </w:r>
      <w:r w:rsidR="00445970" w:rsidRPr="55225FA7">
        <w:rPr>
          <w:rFonts w:ascii="Corbel" w:hAnsi="Corbel"/>
          <w:smallCaps w:val="0"/>
        </w:rPr>
        <w:t xml:space="preserve">ma zaliczenia przedmiotu </w:t>
      </w:r>
      <w:r w:rsidRPr="55225FA7">
        <w:rPr>
          <w:rFonts w:ascii="Corbel" w:hAnsi="Corbel"/>
          <w:smallCaps w:val="0"/>
        </w:rPr>
        <w:t>(z toku) (egzamin, zaliczenie z oceną, zaliczenie bez oceny)</w:t>
      </w:r>
    </w:p>
    <w:p w14:paraId="17EF6231" w14:textId="77777777" w:rsidR="009C54AE" w:rsidRPr="00FA2B6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96BD41" w14:textId="2CE3FC5E" w:rsidR="002F0C00" w:rsidRPr="00FA2B6D" w:rsidRDefault="005603B9" w:rsidP="005603B9">
      <w:pPr>
        <w:pStyle w:val="Punktygwne"/>
        <w:spacing w:before="0" w:after="0"/>
        <w:ind w:left="72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</w:rPr>
        <w:t>Konwersatorium: z</w:t>
      </w:r>
      <w:r w:rsidR="002F0C00" w:rsidRPr="66F74CAF">
        <w:rPr>
          <w:rFonts w:ascii="Corbel" w:hAnsi="Corbel"/>
          <w:b w:val="0"/>
          <w:smallCaps w:val="0"/>
        </w:rPr>
        <w:t>aliczenie z oceną</w:t>
      </w:r>
    </w:p>
    <w:p w14:paraId="12E73D15" w14:textId="77777777" w:rsidR="0069155F" w:rsidRPr="00FA2B6D" w:rsidRDefault="0069155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1F19A2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07B20">
        <w:rPr>
          <w:rFonts w:ascii="Corbel" w:hAnsi="Corbel"/>
          <w:szCs w:val="24"/>
        </w:rPr>
        <w:t xml:space="preserve">2.Wymagania wstępne </w:t>
      </w:r>
    </w:p>
    <w:p w14:paraId="60272EDF" w14:textId="77777777" w:rsidR="00707B20" w:rsidRPr="00707B20" w:rsidRDefault="00707B2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2B6D" w14:paraId="1848BDCD" w14:textId="77777777" w:rsidTr="00745302">
        <w:tc>
          <w:tcPr>
            <w:tcW w:w="9670" w:type="dxa"/>
          </w:tcPr>
          <w:p w14:paraId="5A3E04BD" w14:textId="77777777" w:rsidR="0085747A" w:rsidRPr="00FA2B6D" w:rsidRDefault="0057396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3961">
              <w:rPr>
                <w:rFonts w:ascii="Corbel" w:hAnsi="Corbel"/>
                <w:b w:val="0"/>
                <w:smallCaps w:val="0"/>
                <w:szCs w:val="24"/>
              </w:rPr>
              <w:t>Znajomość organizacji i zadań administracji publicznej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9A60D9B" w14:textId="77777777" w:rsidR="00153C41" w:rsidRPr="00FA2B6D" w:rsidRDefault="00153C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8B188E" w14:textId="07C8732E" w:rsidR="55225FA7" w:rsidRDefault="55225FA7">
      <w:r>
        <w:br w:type="page"/>
      </w:r>
    </w:p>
    <w:p w14:paraId="3264CCA0" w14:textId="20604A8A" w:rsidR="0085747A" w:rsidRPr="00707B20" w:rsidRDefault="0071620A" w:rsidP="55225FA7">
      <w:pPr>
        <w:pStyle w:val="Punktygwne"/>
        <w:spacing w:before="0" w:after="0"/>
        <w:rPr>
          <w:rFonts w:ascii="Corbel" w:hAnsi="Corbel"/>
        </w:rPr>
      </w:pPr>
      <w:r w:rsidRPr="55225FA7">
        <w:rPr>
          <w:rFonts w:ascii="Corbel" w:hAnsi="Corbel"/>
        </w:rPr>
        <w:lastRenderedPageBreak/>
        <w:t>3.</w:t>
      </w:r>
      <w:r w:rsidR="00A84C85" w:rsidRPr="55225FA7">
        <w:rPr>
          <w:rFonts w:ascii="Corbel" w:hAnsi="Corbel"/>
        </w:rPr>
        <w:t>cele, efekty uczenia się</w:t>
      </w:r>
      <w:r w:rsidR="0085747A" w:rsidRPr="55225FA7">
        <w:rPr>
          <w:rFonts w:ascii="Corbel" w:hAnsi="Corbel"/>
        </w:rPr>
        <w:t>, treści Programowe i stosowane metody Dydaktyczne</w:t>
      </w:r>
    </w:p>
    <w:p w14:paraId="600ADD61" w14:textId="77777777" w:rsidR="0085747A" w:rsidRPr="00707B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DBC87A" w14:textId="77777777" w:rsidR="0085747A" w:rsidRPr="00707B2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07B20">
        <w:rPr>
          <w:rFonts w:ascii="Corbel" w:hAnsi="Corbel"/>
          <w:sz w:val="24"/>
          <w:szCs w:val="24"/>
        </w:rPr>
        <w:t xml:space="preserve">3.1 </w:t>
      </w:r>
      <w:r w:rsidR="00C05F44" w:rsidRPr="00707B20">
        <w:rPr>
          <w:rFonts w:ascii="Corbel" w:hAnsi="Corbel"/>
          <w:sz w:val="24"/>
          <w:szCs w:val="24"/>
        </w:rPr>
        <w:t>Cele przedmiotu</w:t>
      </w:r>
    </w:p>
    <w:p w14:paraId="59A6BBEC" w14:textId="77777777" w:rsidR="00F83B28" w:rsidRPr="00707B20" w:rsidRDefault="00F83B28" w:rsidP="009C54AE">
      <w:pPr>
        <w:pStyle w:val="Podpunkty"/>
        <w:rPr>
          <w:rFonts w:ascii="Corbel" w:hAnsi="Corbel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FA2B6D" w14:paraId="7D86AFF2" w14:textId="77777777" w:rsidTr="005603B9">
        <w:tc>
          <w:tcPr>
            <w:tcW w:w="851" w:type="dxa"/>
            <w:vAlign w:val="center"/>
          </w:tcPr>
          <w:p w14:paraId="6C843123" w14:textId="3FA0F31A" w:rsidR="0085747A" w:rsidRPr="00FA2B6D" w:rsidRDefault="0085747A" w:rsidP="005603B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65DF4D7" w14:textId="77777777" w:rsidR="0085747A" w:rsidRPr="00FA2B6D" w:rsidRDefault="00573961" w:rsidP="005603B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73961">
              <w:rPr>
                <w:rFonts w:ascii="Corbel" w:hAnsi="Corbel"/>
                <w:b w:val="0"/>
                <w:sz w:val="24"/>
                <w:szCs w:val="24"/>
              </w:rPr>
              <w:t>Celem przedmiotu jest zapoznanie stud</w:t>
            </w:r>
            <w:r w:rsidR="00923A20">
              <w:rPr>
                <w:rFonts w:ascii="Corbel" w:hAnsi="Corbel"/>
                <w:b w:val="0"/>
                <w:sz w:val="24"/>
                <w:szCs w:val="24"/>
              </w:rPr>
              <w:t>enta z podstawową wiedzą i terminologią dotyczącą zagadnień</w:t>
            </w:r>
            <w:r w:rsidRPr="00573961">
              <w:rPr>
                <w:rFonts w:ascii="Corbel" w:hAnsi="Corbel"/>
                <w:b w:val="0"/>
                <w:sz w:val="24"/>
                <w:szCs w:val="24"/>
              </w:rPr>
              <w:t xml:space="preserve"> administrowania zasobami środowiska</w:t>
            </w:r>
            <w:r w:rsidR="00463B7B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C17CE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63B7B" w:rsidRPr="00463B7B">
              <w:rPr>
                <w:rFonts w:ascii="Corbel" w:hAnsi="Corbel"/>
                <w:b w:val="0"/>
                <w:sz w:val="24"/>
                <w:szCs w:val="24"/>
              </w:rPr>
              <w:t>regulacji prawno-administracyjnych</w:t>
            </w:r>
            <w:r w:rsidR="00C17CE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63B7B" w:rsidRPr="00463B7B">
              <w:rPr>
                <w:rFonts w:ascii="Corbel" w:hAnsi="Corbel"/>
                <w:b w:val="0"/>
                <w:sz w:val="24"/>
                <w:szCs w:val="24"/>
              </w:rPr>
              <w:t>użytkowania zasobów środowiska naturalnego</w:t>
            </w:r>
            <w:r w:rsidR="00463B7B">
              <w:rPr>
                <w:rFonts w:ascii="Corbel" w:hAnsi="Corbel"/>
                <w:b w:val="0"/>
                <w:sz w:val="24"/>
                <w:szCs w:val="24"/>
              </w:rPr>
              <w:t xml:space="preserve"> oraz jego ochrony.</w:t>
            </w:r>
          </w:p>
        </w:tc>
      </w:tr>
      <w:tr w:rsidR="0055054E" w:rsidRPr="00FA2B6D" w14:paraId="4E9688D9" w14:textId="77777777" w:rsidTr="005603B9">
        <w:tc>
          <w:tcPr>
            <w:tcW w:w="851" w:type="dxa"/>
            <w:vAlign w:val="center"/>
          </w:tcPr>
          <w:p w14:paraId="3318E0EF" w14:textId="77777777" w:rsidR="0055054E" w:rsidRPr="00FA2B6D" w:rsidRDefault="0055054E" w:rsidP="005603B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79FAC7" w14:textId="77777777" w:rsidR="0055054E" w:rsidRPr="00FA2B6D" w:rsidRDefault="00573961" w:rsidP="005603B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73961">
              <w:rPr>
                <w:rFonts w:ascii="Corbel" w:hAnsi="Corbel"/>
                <w:b w:val="0"/>
                <w:sz w:val="24"/>
                <w:szCs w:val="24"/>
              </w:rPr>
              <w:t xml:space="preserve">Celem przedmiotu jest również zdobycie </w:t>
            </w:r>
            <w:r w:rsidR="00923A20" w:rsidRPr="00923A20">
              <w:rPr>
                <w:rFonts w:ascii="Corbel" w:hAnsi="Corbel"/>
                <w:b w:val="0"/>
                <w:sz w:val="24"/>
                <w:szCs w:val="24"/>
              </w:rPr>
              <w:t>usystematyzowanej wiedzy</w:t>
            </w:r>
            <w:r w:rsidR="00C17CE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23A20">
              <w:rPr>
                <w:rFonts w:ascii="Corbel" w:hAnsi="Corbel"/>
                <w:b w:val="0"/>
                <w:sz w:val="24"/>
                <w:szCs w:val="24"/>
              </w:rPr>
              <w:t xml:space="preserve">z zakresu </w:t>
            </w:r>
            <w:r w:rsidR="00463B7B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63B7B" w:rsidRPr="00463B7B">
              <w:rPr>
                <w:rFonts w:ascii="Corbel" w:hAnsi="Corbel"/>
                <w:b w:val="0"/>
                <w:sz w:val="24"/>
                <w:szCs w:val="24"/>
              </w:rPr>
              <w:t>kreślenie zadań środowiskowych administracji samorządowe</w:t>
            </w:r>
            <w:r w:rsidR="00463B7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00CBD89" w14:textId="77777777" w:rsidR="0085747A" w:rsidRPr="00FA2B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CFD5F0" w14:textId="77777777" w:rsidR="001D7B54" w:rsidRPr="00707B20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707B20">
        <w:rPr>
          <w:rFonts w:ascii="Corbel" w:hAnsi="Corbel"/>
          <w:b/>
          <w:sz w:val="24"/>
          <w:szCs w:val="24"/>
        </w:rPr>
        <w:t xml:space="preserve">3.2 </w:t>
      </w:r>
      <w:r w:rsidR="001D7B54" w:rsidRPr="00707B20">
        <w:rPr>
          <w:rFonts w:ascii="Corbel" w:hAnsi="Corbel"/>
          <w:b/>
          <w:sz w:val="24"/>
          <w:szCs w:val="24"/>
        </w:rPr>
        <w:t xml:space="preserve">Efekty </w:t>
      </w:r>
      <w:r w:rsidR="00C05F44" w:rsidRPr="00707B2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07B20">
        <w:rPr>
          <w:rFonts w:ascii="Corbel" w:hAnsi="Corbel"/>
          <w:b/>
          <w:sz w:val="24"/>
          <w:szCs w:val="24"/>
        </w:rPr>
        <w:t>dla przedmiotu</w:t>
      </w:r>
    </w:p>
    <w:p w14:paraId="574F0F43" w14:textId="77777777" w:rsidR="001D7B54" w:rsidRPr="00FA2B6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78"/>
        <w:gridCol w:w="1695"/>
      </w:tblGrid>
      <w:tr w:rsidR="00A07888" w:rsidRPr="00FA2B6D" w14:paraId="0B791AC2" w14:textId="77777777" w:rsidTr="005603B9">
        <w:tc>
          <w:tcPr>
            <w:tcW w:w="1447" w:type="dxa"/>
            <w:vAlign w:val="center"/>
          </w:tcPr>
          <w:p w14:paraId="0F0951E2" w14:textId="77777777" w:rsidR="0085747A" w:rsidRPr="00FA2B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2B6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2B6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  <w:vAlign w:val="center"/>
          </w:tcPr>
          <w:p w14:paraId="7396F283" w14:textId="77777777" w:rsidR="0085747A" w:rsidRPr="00FA2B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695" w:type="dxa"/>
            <w:vAlign w:val="center"/>
          </w:tcPr>
          <w:p w14:paraId="00E27A43" w14:textId="047C5CA0" w:rsidR="0085747A" w:rsidRPr="005603B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5603B9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kierunkowych </w:t>
            </w:r>
            <w:r w:rsidR="0030395F" w:rsidRPr="005603B9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A07888" w:rsidRPr="00FA2B6D" w14:paraId="151C1181" w14:textId="77777777" w:rsidTr="005603B9">
        <w:tc>
          <w:tcPr>
            <w:tcW w:w="1447" w:type="dxa"/>
          </w:tcPr>
          <w:p w14:paraId="400443B8" w14:textId="7D4DECCF" w:rsidR="00DE4D29" w:rsidRPr="00FA2B6D" w:rsidRDefault="00DE4D29" w:rsidP="00560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378" w:type="dxa"/>
          </w:tcPr>
          <w:p w14:paraId="7EA6B482" w14:textId="4B67714F" w:rsidR="00E64928" w:rsidRPr="00FA2B6D" w:rsidRDefault="0029298D" w:rsidP="00560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225FA7">
              <w:rPr>
                <w:rFonts w:ascii="Corbel" w:hAnsi="Corbel"/>
                <w:b w:val="0"/>
                <w:smallCaps w:val="0"/>
              </w:rPr>
              <w:t>Student w</w:t>
            </w:r>
            <w:r w:rsidR="05727AB1" w:rsidRPr="55225FA7">
              <w:rPr>
                <w:rFonts w:ascii="Corbel" w:hAnsi="Corbel"/>
                <w:b w:val="0"/>
                <w:smallCaps w:val="0"/>
              </w:rPr>
              <w:t>ykazuje się szczegółową wiedzą na temat struktur, instytucji i zasad działania</w:t>
            </w:r>
            <w:r w:rsidR="00C17CE0" w:rsidRPr="55225FA7">
              <w:rPr>
                <w:rFonts w:ascii="Corbel" w:hAnsi="Corbel"/>
                <w:b w:val="0"/>
                <w:smallCaps w:val="0"/>
              </w:rPr>
              <w:t xml:space="preserve"> w </w:t>
            </w:r>
            <w:r w:rsidR="39AEDC55" w:rsidRPr="55225FA7">
              <w:rPr>
                <w:rFonts w:ascii="Corbel" w:hAnsi="Corbel"/>
                <w:b w:val="0"/>
                <w:smallCaps w:val="0"/>
              </w:rPr>
              <w:t>funkcjonowaniu struktur jednostek administrujących w zakresie zarządzania i ochrony zasobów</w:t>
            </w:r>
            <w:r w:rsidR="169D0129" w:rsidRPr="55225FA7">
              <w:rPr>
                <w:rFonts w:ascii="Corbel" w:hAnsi="Corbel"/>
                <w:b w:val="0"/>
                <w:smallCaps w:val="0"/>
              </w:rPr>
              <w:t xml:space="preserve"> </w:t>
            </w:r>
            <w:r w:rsidR="39AEDC55" w:rsidRPr="55225FA7">
              <w:rPr>
                <w:rFonts w:ascii="Corbel" w:hAnsi="Corbel"/>
                <w:b w:val="0"/>
                <w:smallCaps w:val="0"/>
              </w:rPr>
              <w:t>środowiska, podstaw i zasad podejmowania i wykonywania zadań samorządu terytorialnego w zakresie administrowania zasobami środowiska</w:t>
            </w:r>
            <w:r w:rsidR="05727AB1" w:rsidRPr="55225FA7">
              <w:rPr>
                <w:rFonts w:ascii="Corbel" w:hAnsi="Corbel"/>
                <w:b w:val="0"/>
                <w:smallCaps w:val="0"/>
              </w:rPr>
              <w:t>, ich genezy i ewolucji oraz</w:t>
            </w:r>
            <w:r w:rsidR="00C17CE0" w:rsidRPr="55225FA7">
              <w:rPr>
                <w:rFonts w:ascii="Corbel" w:hAnsi="Corbel"/>
                <w:b w:val="0"/>
                <w:smallCaps w:val="0"/>
              </w:rPr>
              <w:t xml:space="preserve"> </w:t>
            </w:r>
            <w:r w:rsidR="05727AB1" w:rsidRPr="55225FA7">
              <w:rPr>
                <w:rFonts w:ascii="Corbel" w:hAnsi="Corbel"/>
                <w:b w:val="0"/>
                <w:smallCaps w:val="0"/>
              </w:rPr>
              <w:t>wykonywanych przez nie zadań;</w:t>
            </w:r>
          </w:p>
        </w:tc>
        <w:tc>
          <w:tcPr>
            <w:tcW w:w="1695" w:type="dxa"/>
          </w:tcPr>
          <w:p w14:paraId="5C67CC78" w14:textId="77777777" w:rsidR="00DE4D29" w:rsidRPr="00FA2B6D" w:rsidRDefault="00014B80" w:rsidP="00560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E4D29" w:rsidRPr="00FA2B6D" w14:paraId="2F38429D" w14:textId="77777777" w:rsidTr="005603B9">
        <w:tc>
          <w:tcPr>
            <w:tcW w:w="1447" w:type="dxa"/>
          </w:tcPr>
          <w:p w14:paraId="70D849A4" w14:textId="3182B5A4" w:rsidR="00DE4D29" w:rsidRPr="00FA2B6D" w:rsidRDefault="00DE4D29" w:rsidP="00560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348E193B" w14:textId="77777777" w:rsidR="006842AA" w:rsidRPr="00FA2B6D" w:rsidRDefault="17690B0A" w:rsidP="00560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F74CAF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29298D" w:rsidRPr="66F74CAF">
              <w:rPr>
                <w:rFonts w:ascii="Corbel" w:hAnsi="Corbel"/>
                <w:b w:val="0"/>
                <w:smallCaps w:val="0"/>
              </w:rPr>
              <w:t>p</w:t>
            </w:r>
            <w:r w:rsidR="7DEEB966" w:rsidRPr="66F74CAF">
              <w:rPr>
                <w:rFonts w:ascii="Corbel" w:hAnsi="Corbel"/>
                <w:b w:val="0"/>
                <w:smallCaps w:val="0"/>
              </w:rPr>
              <w:t>osiada rozszerzoną wiedzę o roli człowieka, jego cechach i aktywności w sferze administracji oraz jako twórcy kultury i podmiotu konsty</w:t>
            </w:r>
            <w:r w:rsidR="0183F4CD" w:rsidRPr="66F74CAF">
              <w:rPr>
                <w:rFonts w:ascii="Corbel" w:hAnsi="Corbel"/>
                <w:b w:val="0"/>
                <w:smallCaps w:val="0"/>
              </w:rPr>
              <w:t xml:space="preserve">tuującego struktury społeczne i </w:t>
            </w:r>
            <w:r w:rsidR="7DEEB966" w:rsidRPr="66F74CAF">
              <w:rPr>
                <w:rFonts w:ascii="Corbel" w:hAnsi="Corbel"/>
                <w:b w:val="0"/>
                <w:smallCaps w:val="0"/>
              </w:rPr>
              <w:t>zasady ich funkcjonowania;</w:t>
            </w:r>
          </w:p>
        </w:tc>
        <w:tc>
          <w:tcPr>
            <w:tcW w:w="1695" w:type="dxa"/>
          </w:tcPr>
          <w:p w14:paraId="7C93051E" w14:textId="43E3F478" w:rsidR="005B0E32" w:rsidRPr="00FA2B6D" w:rsidRDefault="00014B80" w:rsidP="00560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5B0E32" w:rsidRPr="00FA2B6D" w14:paraId="2FFD0BB6" w14:textId="77777777" w:rsidTr="005603B9">
        <w:tc>
          <w:tcPr>
            <w:tcW w:w="1447" w:type="dxa"/>
          </w:tcPr>
          <w:p w14:paraId="1C605E79" w14:textId="7E7F128A" w:rsidR="005B0E32" w:rsidRPr="00FA2B6D" w:rsidRDefault="005B0E32" w:rsidP="00560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0E3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378" w:type="dxa"/>
          </w:tcPr>
          <w:p w14:paraId="38150ED7" w14:textId="77777777" w:rsidR="005B0E32" w:rsidRPr="00FA2B6D" w:rsidRDefault="0029298D" w:rsidP="00560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F74CAF">
              <w:rPr>
                <w:rFonts w:ascii="Corbel" w:hAnsi="Corbel"/>
                <w:b w:val="0"/>
                <w:smallCaps w:val="0"/>
              </w:rPr>
              <w:t>Student p</w:t>
            </w:r>
            <w:r w:rsidR="7DEEB966" w:rsidRPr="66F74CAF">
              <w:rPr>
                <w:rFonts w:ascii="Corbel" w:hAnsi="Corbel"/>
                <w:b w:val="0"/>
                <w:smallCaps w:val="0"/>
              </w:rPr>
              <w:t>otrafi prawidłowo identyfikować i interpretować zjawiska</w:t>
            </w:r>
            <w:r w:rsidR="595026F6" w:rsidRPr="66F74CAF">
              <w:rPr>
                <w:rFonts w:ascii="Corbel" w:hAnsi="Corbel"/>
                <w:b w:val="0"/>
                <w:smallCaps w:val="0"/>
              </w:rPr>
              <w:t xml:space="preserve"> związane z administrowaniem zasobami środowiska</w:t>
            </w:r>
            <w:r w:rsidR="7DEEB966" w:rsidRPr="66F74CAF">
              <w:rPr>
                <w:rFonts w:ascii="Corbel" w:hAnsi="Corbel"/>
                <w:b w:val="0"/>
                <w:smallCaps w:val="0"/>
              </w:rPr>
              <w:t xml:space="preserve"> i inne zachodzące w administracji oraz ich wzajemne relacje z wykorzystaniem wiedzy w zakresie nauk administracyjnych;</w:t>
            </w:r>
          </w:p>
        </w:tc>
        <w:tc>
          <w:tcPr>
            <w:tcW w:w="1695" w:type="dxa"/>
          </w:tcPr>
          <w:p w14:paraId="1AE72181" w14:textId="77777777" w:rsidR="005B0E32" w:rsidRDefault="00014B80" w:rsidP="00560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714C03" w:rsidRPr="00FA2B6D" w14:paraId="4CD32E17" w14:textId="77777777" w:rsidTr="005603B9">
        <w:tc>
          <w:tcPr>
            <w:tcW w:w="1447" w:type="dxa"/>
          </w:tcPr>
          <w:p w14:paraId="19B7014A" w14:textId="6BF740A6" w:rsidR="00714C03" w:rsidRPr="005B0E32" w:rsidRDefault="00714C03" w:rsidP="00560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378" w:type="dxa"/>
          </w:tcPr>
          <w:p w14:paraId="1CB921E4" w14:textId="7E956EFD" w:rsidR="00714C03" w:rsidRDefault="0029298D" w:rsidP="00560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225FA7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FA9EADA" w:rsidRPr="55225FA7">
              <w:rPr>
                <w:rFonts w:ascii="Corbel" w:hAnsi="Corbel"/>
                <w:b w:val="0"/>
                <w:smallCaps w:val="0"/>
              </w:rPr>
              <w:t>posiada umiejętność prowadzenia debaty, przygotowania prac pisemnych, prezentacji multimedialnych, oraz ustnych wystąpień w języku polskim w zakresie dziedzin i</w:t>
            </w:r>
            <w:r w:rsidR="1504AA01" w:rsidRPr="55225FA7">
              <w:rPr>
                <w:rFonts w:ascii="Corbel" w:hAnsi="Corbel"/>
                <w:b w:val="0"/>
                <w:smallCaps w:val="0"/>
              </w:rPr>
              <w:t xml:space="preserve"> </w:t>
            </w:r>
            <w:r w:rsidR="0FA9EADA" w:rsidRPr="55225FA7">
              <w:rPr>
                <w:rFonts w:ascii="Corbel" w:hAnsi="Corbel"/>
                <w:b w:val="0"/>
                <w:smallCaps w:val="0"/>
              </w:rPr>
              <w:t>dyscyplin naukowych wykładanych w ramach kierunku Administracja dotyczących zagadnień szczegółowych, z wykorzystaniem poglądów doktryny, źródeł prawa oraz orzecznictwa sądowego i administracyjnego, a także danych statystycznych</w:t>
            </w:r>
            <w:r w:rsidR="05727AB1" w:rsidRPr="55225FA7">
              <w:rPr>
                <w:rFonts w:ascii="Corbel" w:hAnsi="Corbel"/>
                <w:b w:val="0"/>
                <w:smallCaps w:val="0"/>
              </w:rPr>
              <w:t>;</w:t>
            </w:r>
          </w:p>
        </w:tc>
        <w:tc>
          <w:tcPr>
            <w:tcW w:w="1695" w:type="dxa"/>
          </w:tcPr>
          <w:p w14:paraId="0555EF8A" w14:textId="77777777" w:rsidR="00714C03" w:rsidRDefault="00014B80" w:rsidP="00560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714C03" w:rsidRPr="00FA2B6D" w14:paraId="13C3D4F5" w14:textId="77777777" w:rsidTr="005603B9">
        <w:tc>
          <w:tcPr>
            <w:tcW w:w="1447" w:type="dxa"/>
          </w:tcPr>
          <w:p w14:paraId="5C9C0198" w14:textId="07781EB6" w:rsidR="00714C03" w:rsidRPr="00714C03" w:rsidRDefault="00714C03" w:rsidP="00560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4C03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K_05</w:t>
            </w:r>
          </w:p>
        </w:tc>
        <w:tc>
          <w:tcPr>
            <w:tcW w:w="6378" w:type="dxa"/>
          </w:tcPr>
          <w:p w14:paraId="67F60ADE" w14:textId="77777777" w:rsidR="00714C03" w:rsidRPr="00714C03" w:rsidRDefault="00772C07" w:rsidP="00560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</w:rPr>
              <w:t>Student j</w:t>
            </w:r>
            <w:r w:rsidR="0183F4CD" w:rsidRPr="66F74CAF">
              <w:rPr>
                <w:rFonts w:ascii="Corbel" w:hAnsi="Corbel"/>
                <w:b w:val="0"/>
                <w:smallCaps w:val="0"/>
              </w:rPr>
              <w:t xml:space="preserve">est zdolny do samodzielnego </w:t>
            </w:r>
            <w:r w:rsidR="00C17CE0" w:rsidRPr="66F74CAF">
              <w:rPr>
                <w:rFonts w:ascii="Corbel" w:hAnsi="Corbel"/>
                <w:b w:val="0"/>
                <w:smallCaps w:val="0"/>
              </w:rPr>
              <w:t>rozwiązywania</w:t>
            </w:r>
            <w:r w:rsidR="0183F4CD" w:rsidRPr="66F74CAF">
              <w:rPr>
                <w:rFonts w:ascii="Corbel" w:hAnsi="Corbel"/>
                <w:b w:val="0"/>
                <w:smallCaps w:val="0"/>
              </w:rPr>
              <w:t xml:space="preserve"> podstawowych problemów administracyjnych, prawnych i etycznych związanych z funkcjonowaniem struktur publicznych i niepublicznych;</w:t>
            </w:r>
          </w:p>
        </w:tc>
        <w:tc>
          <w:tcPr>
            <w:tcW w:w="1695" w:type="dxa"/>
          </w:tcPr>
          <w:p w14:paraId="650BE101" w14:textId="77777777" w:rsidR="00714C03" w:rsidRDefault="00014B80" w:rsidP="00560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EB4E4F" w:rsidRPr="00FA2B6D" w14:paraId="5C7D277C" w14:textId="77777777" w:rsidTr="005603B9">
        <w:tc>
          <w:tcPr>
            <w:tcW w:w="1447" w:type="dxa"/>
          </w:tcPr>
          <w:p w14:paraId="5ACD7C91" w14:textId="77777777" w:rsidR="00EB4E4F" w:rsidRPr="00714C03" w:rsidRDefault="00EB4E4F" w:rsidP="00560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378" w:type="dxa"/>
          </w:tcPr>
          <w:p w14:paraId="18309E0C" w14:textId="77777777" w:rsidR="00EB4E4F" w:rsidRPr="00714C03" w:rsidRDefault="00772C07" w:rsidP="00560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w</w:t>
            </w:r>
            <w:r w:rsidR="0183F4CD" w:rsidRPr="66F74CAF">
              <w:rPr>
                <w:rFonts w:ascii="Corbel" w:hAnsi="Corbel"/>
                <w:b w:val="0"/>
                <w:smallCaps w:val="0"/>
              </w:rPr>
              <w:t>ykazuje odpowiedzialność za własne przygotowanie do</w:t>
            </w:r>
            <w:r w:rsidR="00C17CE0">
              <w:rPr>
                <w:rFonts w:ascii="Corbel" w:hAnsi="Corbel"/>
                <w:b w:val="0"/>
                <w:smallCaps w:val="0"/>
              </w:rPr>
              <w:t xml:space="preserve"> </w:t>
            </w:r>
            <w:r w:rsidR="0183F4CD" w:rsidRPr="66F74CAF">
              <w:rPr>
                <w:rFonts w:ascii="Corbel" w:hAnsi="Corbel"/>
                <w:b w:val="0"/>
                <w:smallCaps w:val="0"/>
              </w:rPr>
              <w:t>pracy, podejmowane decyzje, działania i ich skutki;</w:t>
            </w:r>
          </w:p>
        </w:tc>
        <w:tc>
          <w:tcPr>
            <w:tcW w:w="1695" w:type="dxa"/>
          </w:tcPr>
          <w:p w14:paraId="59EC621F" w14:textId="516B662C" w:rsidR="005C2366" w:rsidRDefault="00014B80" w:rsidP="00560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52A2FC54" w14:textId="77777777" w:rsidR="005603B9" w:rsidRDefault="005603B9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4AEEA353" w14:textId="3FFC71B5" w:rsidR="005603B9" w:rsidRDefault="005603B9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0CADF4C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07B20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707B20">
        <w:rPr>
          <w:rFonts w:ascii="Corbel" w:hAnsi="Corbel"/>
          <w:b/>
          <w:sz w:val="24"/>
          <w:szCs w:val="24"/>
        </w:rPr>
        <w:t>T</w:t>
      </w:r>
      <w:r w:rsidR="001D7B54" w:rsidRPr="00707B20">
        <w:rPr>
          <w:rFonts w:ascii="Corbel" w:hAnsi="Corbel"/>
          <w:b/>
          <w:sz w:val="24"/>
          <w:szCs w:val="24"/>
        </w:rPr>
        <w:t xml:space="preserve">reści programowe </w:t>
      </w:r>
    </w:p>
    <w:p w14:paraId="41E5300A" w14:textId="77777777" w:rsidR="00707B20" w:rsidRPr="00707B20" w:rsidRDefault="00707B2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36C4732" w14:textId="0B692C3C" w:rsidR="005603B9" w:rsidRDefault="005603B9" w:rsidP="0029298D">
      <w:pPr>
        <w:pStyle w:val="Akapitzlist"/>
        <w:numPr>
          <w:ilvl w:val="0"/>
          <w:numId w:val="1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 – nie dotyczy</w:t>
      </w:r>
    </w:p>
    <w:p w14:paraId="186DF231" w14:textId="77777777" w:rsidR="005603B9" w:rsidRDefault="005603B9" w:rsidP="005603B9">
      <w:pPr>
        <w:pStyle w:val="Akapitzlist"/>
        <w:ind w:left="1080"/>
        <w:rPr>
          <w:rFonts w:ascii="Corbel" w:hAnsi="Corbel"/>
          <w:sz w:val="24"/>
          <w:szCs w:val="24"/>
        </w:rPr>
      </w:pPr>
    </w:p>
    <w:p w14:paraId="1070C9C6" w14:textId="51B6F89C" w:rsidR="0029298D" w:rsidRPr="0029298D" w:rsidRDefault="0085747A" w:rsidP="0029298D">
      <w:pPr>
        <w:pStyle w:val="Akapitzlist"/>
        <w:numPr>
          <w:ilvl w:val="0"/>
          <w:numId w:val="1"/>
        </w:numPr>
        <w:rPr>
          <w:rFonts w:ascii="Corbel" w:hAnsi="Corbel"/>
          <w:sz w:val="24"/>
          <w:szCs w:val="24"/>
        </w:rPr>
      </w:pPr>
      <w:r w:rsidRPr="66F74CAF">
        <w:rPr>
          <w:rFonts w:ascii="Corbel" w:hAnsi="Corbel"/>
          <w:sz w:val="24"/>
          <w:szCs w:val="24"/>
        </w:rPr>
        <w:t xml:space="preserve">Problematyka </w:t>
      </w:r>
      <w:r w:rsidR="0029298D" w:rsidRPr="66F74CAF">
        <w:rPr>
          <w:rFonts w:ascii="Corbel" w:hAnsi="Corbel"/>
          <w:sz w:val="24"/>
          <w:szCs w:val="24"/>
        </w:rPr>
        <w:t xml:space="preserve">ćwiczeń audytoryjnych, konwersatoryjnych, laboratoryjnych, zajęć praktycznych </w:t>
      </w:r>
    </w:p>
    <w:p w14:paraId="51F9781C" w14:textId="77777777" w:rsidR="00675843" w:rsidRPr="00FA2B6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70380" w:rsidRPr="00FA2B6D" w14:paraId="0DB3F3C7" w14:textId="77777777" w:rsidTr="7E3317D0">
        <w:tc>
          <w:tcPr>
            <w:tcW w:w="9639" w:type="dxa"/>
          </w:tcPr>
          <w:p w14:paraId="6A81B970" w14:textId="77777777" w:rsidR="00670380" w:rsidRPr="00FA2B6D" w:rsidRDefault="00670380" w:rsidP="005603B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0380" w:rsidRPr="00FA2B6D" w14:paraId="349261A7" w14:textId="77777777" w:rsidTr="7E3317D0">
        <w:tc>
          <w:tcPr>
            <w:tcW w:w="9639" w:type="dxa"/>
          </w:tcPr>
          <w:p w14:paraId="4B9BD6F5" w14:textId="38FFBC6C" w:rsidR="00670380" w:rsidRPr="00B4185A" w:rsidRDefault="00054F5A" w:rsidP="005603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E3317D0">
              <w:rPr>
                <w:rFonts w:ascii="Corbel" w:hAnsi="Corbel"/>
                <w:sz w:val="24"/>
                <w:szCs w:val="24"/>
              </w:rPr>
              <w:t>Admin</w:t>
            </w:r>
            <w:r w:rsidR="00B4185A" w:rsidRPr="7E3317D0">
              <w:rPr>
                <w:rFonts w:ascii="Corbel" w:hAnsi="Corbel"/>
                <w:sz w:val="24"/>
                <w:szCs w:val="24"/>
              </w:rPr>
              <w:t>istrowanie zasobami środowiska, f</w:t>
            </w:r>
            <w:r w:rsidRPr="7E3317D0">
              <w:rPr>
                <w:rFonts w:ascii="Corbel" w:hAnsi="Corbel"/>
                <w:sz w:val="24"/>
                <w:szCs w:val="24"/>
              </w:rPr>
              <w:t>unkcje gospodarcze środowiska, powiązania</w:t>
            </w:r>
            <w:r w:rsidR="00C17CE0" w:rsidRPr="7E3317D0">
              <w:rPr>
                <w:rFonts w:ascii="Corbel" w:hAnsi="Corbel"/>
                <w:sz w:val="24"/>
                <w:szCs w:val="24"/>
              </w:rPr>
              <w:t xml:space="preserve"> </w:t>
            </w:r>
            <w:r w:rsidRPr="7E3317D0">
              <w:rPr>
                <w:rFonts w:ascii="Corbel" w:hAnsi="Corbel"/>
                <w:sz w:val="24"/>
                <w:szCs w:val="24"/>
              </w:rPr>
              <w:t>gospodarki ze środowiskiem</w:t>
            </w:r>
            <w:r w:rsidR="00B4185A" w:rsidRPr="7E3317D0">
              <w:rPr>
                <w:rFonts w:ascii="Corbel" w:hAnsi="Corbel"/>
                <w:sz w:val="24"/>
                <w:szCs w:val="24"/>
              </w:rPr>
              <w:t>, a</w:t>
            </w:r>
            <w:r w:rsidRPr="7E3317D0">
              <w:rPr>
                <w:rFonts w:ascii="Corbel" w:hAnsi="Corbel"/>
                <w:sz w:val="24"/>
                <w:szCs w:val="24"/>
              </w:rPr>
              <w:t xml:space="preserve">ktywna i bierna polityka środowiskowa, zarządzanie rozwojem środowiska. </w:t>
            </w:r>
          </w:p>
        </w:tc>
      </w:tr>
      <w:tr w:rsidR="00670380" w:rsidRPr="00FA2B6D" w14:paraId="027C28B8" w14:textId="77777777" w:rsidTr="7E3317D0">
        <w:tc>
          <w:tcPr>
            <w:tcW w:w="9639" w:type="dxa"/>
          </w:tcPr>
          <w:p w14:paraId="6EB905AD" w14:textId="2B19008C" w:rsidR="00B4185A" w:rsidRDefault="00054F5A" w:rsidP="005603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85A">
              <w:rPr>
                <w:rFonts w:ascii="Corbel" w:hAnsi="Corbel"/>
                <w:sz w:val="24"/>
                <w:szCs w:val="24"/>
              </w:rPr>
              <w:t>Akty prawne w gospodarowaniu środowiskiem w warunkach trwałego zrównoważonego rozwoju regionalnego.</w:t>
            </w:r>
          </w:p>
          <w:p w14:paraId="4B1BBF06" w14:textId="77777777" w:rsidR="00670380" w:rsidRPr="00B4185A" w:rsidRDefault="00054F5A" w:rsidP="005603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85A">
              <w:rPr>
                <w:rFonts w:ascii="Corbel" w:hAnsi="Corbel"/>
                <w:sz w:val="24"/>
                <w:szCs w:val="24"/>
              </w:rPr>
              <w:t>Prawa i obowiązki korzystających ze środowiska przyrodniczego i antropogenicznego.</w:t>
            </w:r>
          </w:p>
        </w:tc>
      </w:tr>
      <w:tr w:rsidR="00670380" w:rsidRPr="00FA2B6D" w14:paraId="65C92C7E" w14:textId="77777777" w:rsidTr="7E3317D0">
        <w:tc>
          <w:tcPr>
            <w:tcW w:w="9639" w:type="dxa"/>
          </w:tcPr>
          <w:p w14:paraId="7032BEA8" w14:textId="6BB6F30B" w:rsidR="00670380" w:rsidRPr="00B4185A" w:rsidRDefault="00B4185A" w:rsidP="005603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E3317D0">
              <w:rPr>
                <w:rFonts w:ascii="Corbel" w:hAnsi="Corbel"/>
                <w:sz w:val="24"/>
                <w:szCs w:val="24"/>
              </w:rPr>
              <w:t>Określenie zadań środowiskowych administracji samorządowej w normach prawnych (zadania o charakterze organizatorskim, bezpośrednio-wykonawczym, zobowiązująco- reglamentacyjnym, kontrolno-nadzorczym).</w:t>
            </w:r>
          </w:p>
        </w:tc>
      </w:tr>
      <w:tr w:rsidR="00670380" w:rsidRPr="00FA2B6D" w14:paraId="7016511E" w14:textId="77777777" w:rsidTr="7E3317D0">
        <w:tc>
          <w:tcPr>
            <w:tcW w:w="9639" w:type="dxa"/>
          </w:tcPr>
          <w:p w14:paraId="71BCB91C" w14:textId="77777777" w:rsidR="00670380" w:rsidRPr="00FA2B6D" w:rsidRDefault="00B4185A" w:rsidP="00560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185A">
              <w:rPr>
                <w:rFonts w:ascii="Corbel" w:hAnsi="Corbel"/>
                <w:sz w:val="24"/>
                <w:szCs w:val="24"/>
              </w:rPr>
              <w:t>Podstawy zarządzania środowiskiem w przedsiębiorstwie i w gminie, powiecie, województwie i kraju. Zadania administracji publicznej w zakresie ochrony środowiska.</w:t>
            </w:r>
          </w:p>
        </w:tc>
      </w:tr>
      <w:tr w:rsidR="00670380" w:rsidRPr="00FA2B6D" w14:paraId="72B27D89" w14:textId="77777777" w:rsidTr="7E3317D0">
        <w:tc>
          <w:tcPr>
            <w:tcW w:w="9639" w:type="dxa"/>
          </w:tcPr>
          <w:p w14:paraId="2332E61C" w14:textId="77777777" w:rsidR="00670380" w:rsidRPr="00FA2B6D" w:rsidRDefault="00B4185A" w:rsidP="00560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185A">
              <w:rPr>
                <w:rFonts w:ascii="Corbel" w:hAnsi="Corbel"/>
                <w:sz w:val="24"/>
                <w:szCs w:val="24"/>
              </w:rPr>
              <w:t>Zagadnienia dotyczące regulacji prawno-administracyjnych na szczeblu międzynarodowym i krajowym, aspektów ekonomicznych i rozwiązań technicznych w zakresie użytkowania zasobów środowiska naturalnego (wody powierzchniowe i podziemne, gleby, lasy, powietrze, a także źródeł energii i zasad gospodarowania odpadami komunalnymi, medycznymi i przemysłowymi).</w:t>
            </w:r>
          </w:p>
        </w:tc>
      </w:tr>
      <w:tr w:rsidR="00670380" w:rsidRPr="00FA2B6D" w14:paraId="4B344859" w14:textId="77777777" w:rsidTr="005603B9">
        <w:trPr>
          <w:trHeight w:val="517"/>
        </w:trPr>
        <w:tc>
          <w:tcPr>
            <w:tcW w:w="9639" w:type="dxa"/>
          </w:tcPr>
          <w:p w14:paraId="067B81EE" w14:textId="47E3C4B1" w:rsidR="00670380" w:rsidRPr="00FA2B6D" w:rsidRDefault="00B4185A" w:rsidP="005603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85A">
              <w:rPr>
                <w:rFonts w:ascii="Corbel" w:hAnsi="Corbel"/>
                <w:sz w:val="24"/>
                <w:szCs w:val="24"/>
              </w:rPr>
              <w:t>Międzynarodowy aspekt ochrony zasobów środowiska w kontekście gospodarczym i</w:t>
            </w:r>
            <w:r w:rsidR="005603B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4185A">
              <w:rPr>
                <w:rFonts w:ascii="Corbel" w:hAnsi="Corbel"/>
                <w:sz w:val="24"/>
                <w:szCs w:val="24"/>
              </w:rPr>
              <w:t>administracyjnym.</w:t>
            </w:r>
          </w:p>
        </w:tc>
      </w:tr>
      <w:tr w:rsidR="00670380" w:rsidRPr="00FA2B6D" w14:paraId="35A60DBE" w14:textId="77777777" w:rsidTr="7E3317D0">
        <w:tc>
          <w:tcPr>
            <w:tcW w:w="9639" w:type="dxa"/>
          </w:tcPr>
          <w:p w14:paraId="2FC863B6" w14:textId="0B1B1FBB" w:rsidR="00670380" w:rsidRPr="00B4185A" w:rsidRDefault="00463B7B" w:rsidP="005603B9">
            <w:pPr>
              <w:spacing w:after="0" w:line="240" w:lineRule="auto"/>
            </w:pPr>
            <w:r w:rsidRPr="7E3317D0">
              <w:rPr>
                <w:rFonts w:ascii="Corbel" w:hAnsi="Corbel"/>
                <w:sz w:val="24"/>
                <w:szCs w:val="24"/>
              </w:rPr>
              <w:t>P</w:t>
            </w:r>
            <w:r w:rsidR="00B4185A" w:rsidRPr="7E3317D0">
              <w:rPr>
                <w:rFonts w:ascii="Corbel" w:hAnsi="Corbel"/>
                <w:sz w:val="24"/>
                <w:szCs w:val="24"/>
              </w:rPr>
              <w:t>odstawowe zasady prawnej ochrony i użytkowania zasobów środowiska oraz zasady gospodarki odpadami na szczeblu międzynarodowy</w:t>
            </w:r>
            <w:r w:rsidRPr="7E3317D0">
              <w:rPr>
                <w:rFonts w:ascii="Corbel" w:hAnsi="Corbel"/>
                <w:sz w:val="24"/>
                <w:szCs w:val="24"/>
              </w:rPr>
              <w:t>m, Unii Europejskiej i krajowym</w:t>
            </w:r>
            <w:r w:rsidR="00B4185A" w:rsidRPr="7E3317D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22593B1" w14:textId="77777777" w:rsidR="0085747A" w:rsidRPr="00FA2B6D" w:rsidRDefault="0085747A" w:rsidP="005603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9F8D71" w14:textId="77777777" w:rsidR="0085747A" w:rsidRPr="00707B20" w:rsidRDefault="009F4610" w:rsidP="005603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3.4 Metody dydaktyczne </w:t>
      </w:r>
    </w:p>
    <w:p w14:paraId="62022555" w14:textId="77777777" w:rsidR="0085747A" w:rsidRPr="00FA2B6D" w:rsidRDefault="0085747A" w:rsidP="005603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F1369" w14:textId="2484FC25" w:rsidR="002E5FD1" w:rsidRPr="0029298D" w:rsidRDefault="0029298D" w:rsidP="005603B9">
      <w:pPr>
        <w:pStyle w:val="Punktygwne"/>
        <w:spacing w:before="0" w:after="0"/>
        <w:ind w:left="742" w:firstLine="70"/>
        <w:rPr>
          <w:rFonts w:ascii="Corbel" w:hAnsi="Corbel"/>
          <w:b w:val="0"/>
          <w:smallCaps w:val="0"/>
        </w:rPr>
      </w:pPr>
      <w:r w:rsidRPr="55225FA7">
        <w:rPr>
          <w:rFonts w:ascii="Corbel" w:hAnsi="Corbel"/>
          <w:b w:val="0"/>
          <w:smallCaps w:val="0"/>
        </w:rPr>
        <w:t>Konwersatorium</w:t>
      </w:r>
      <w:r w:rsidR="00B96CDD" w:rsidRPr="55225FA7">
        <w:rPr>
          <w:rFonts w:ascii="Corbel" w:hAnsi="Corbel"/>
          <w:b w:val="0"/>
          <w:smallCaps w:val="0"/>
        </w:rPr>
        <w:t>: dyskusja, praca w grupach</w:t>
      </w:r>
      <w:r w:rsidR="00C17CE0" w:rsidRPr="55225FA7">
        <w:rPr>
          <w:rFonts w:ascii="Corbel" w:hAnsi="Corbel"/>
          <w:b w:val="0"/>
          <w:smallCaps w:val="0"/>
        </w:rPr>
        <w:t xml:space="preserve">, </w:t>
      </w:r>
      <w:r w:rsidR="00B96CDD" w:rsidRPr="55225FA7">
        <w:rPr>
          <w:rFonts w:ascii="Corbel" w:hAnsi="Corbel"/>
          <w:b w:val="0"/>
          <w:smallCaps w:val="0"/>
        </w:rPr>
        <w:t>analiza przypadków</w:t>
      </w:r>
      <w:r w:rsidR="00C17CE0" w:rsidRPr="55225FA7">
        <w:rPr>
          <w:rFonts w:ascii="Corbel" w:hAnsi="Corbel"/>
          <w:b w:val="0"/>
          <w:smallCaps w:val="0"/>
        </w:rPr>
        <w:t>.</w:t>
      </w:r>
    </w:p>
    <w:p w14:paraId="65785B57" w14:textId="77777777" w:rsidR="002E5FD1" w:rsidRDefault="002E5FD1" w:rsidP="005603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54FB49" w14:textId="77777777" w:rsidR="002E5FD1" w:rsidRDefault="00C61DC5" w:rsidP="005603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4. </w:t>
      </w:r>
      <w:r w:rsidR="0085747A" w:rsidRPr="00707B20">
        <w:rPr>
          <w:rFonts w:ascii="Corbel" w:hAnsi="Corbel"/>
          <w:smallCaps w:val="0"/>
          <w:szCs w:val="24"/>
        </w:rPr>
        <w:t>METODY I KRYTERIA OCENY</w:t>
      </w:r>
    </w:p>
    <w:p w14:paraId="5B88BAB3" w14:textId="77777777" w:rsidR="005603B9" w:rsidRDefault="005603B9" w:rsidP="005603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3901D4" w14:textId="77777777" w:rsidR="0085747A" w:rsidRPr="00707B20" w:rsidRDefault="0085747A" w:rsidP="005603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07B20">
        <w:rPr>
          <w:rFonts w:ascii="Corbel" w:hAnsi="Corbel"/>
          <w:smallCaps w:val="0"/>
          <w:szCs w:val="24"/>
        </w:rPr>
        <w:t>uczenia się</w:t>
      </w:r>
    </w:p>
    <w:p w14:paraId="7E07E17A" w14:textId="77777777" w:rsidR="0085747A" w:rsidRPr="00FA2B6D" w:rsidRDefault="0085747A" w:rsidP="005603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1126AF" w:rsidRPr="00FA2B6D" w14:paraId="24BD0901" w14:textId="77777777" w:rsidTr="3399C1E6">
        <w:tc>
          <w:tcPr>
            <w:tcW w:w="1985" w:type="dxa"/>
            <w:vAlign w:val="center"/>
          </w:tcPr>
          <w:p w14:paraId="0F61FFC2" w14:textId="77777777" w:rsidR="001126AF" w:rsidRPr="00FA2B6D" w:rsidRDefault="001126A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D9D6176" w14:textId="77777777" w:rsidR="001126AF" w:rsidRPr="00FA2B6D" w:rsidRDefault="001126A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B0B73E" w14:textId="77777777" w:rsidR="001126AF" w:rsidRPr="00FA2B6D" w:rsidRDefault="001126A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B72BB62" w14:textId="77777777" w:rsidR="001126AF" w:rsidRPr="00FA2B6D" w:rsidRDefault="001126A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B8B9417" w14:textId="77777777" w:rsidR="001126AF" w:rsidRPr="00FA2B6D" w:rsidRDefault="001126A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A2B6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A2B6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81C38" w:rsidRPr="005603B9" w14:paraId="0321F92D" w14:textId="77777777" w:rsidTr="00496C9F">
        <w:trPr>
          <w:trHeight w:val="397"/>
        </w:trPr>
        <w:tc>
          <w:tcPr>
            <w:tcW w:w="1985" w:type="dxa"/>
            <w:vAlign w:val="center"/>
          </w:tcPr>
          <w:p w14:paraId="030F2C41" w14:textId="2C2C43F3" w:rsidR="00B81C38" w:rsidRPr="005603B9" w:rsidRDefault="005603B9" w:rsidP="00560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03B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14:paraId="782178A0" w14:textId="77777777" w:rsidR="00B81C38" w:rsidRPr="005603B9" w:rsidRDefault="00B81C38" w:rsidP="005603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03B9">
              <w:rPr>
                <w:rFonts w:ascii="Corbel" w:hAnsi="Corbel"/>
                <w:sz w:val="24"/>
                <w:szCs w:val="24"/>
              </w:rPr>
              <w:t>zaliczenie pisemne</w:t>
            </w:r>
            <w:r w:rsidR="74313EB0" w:rsidRPr="005603B9">
              <w:rPr>
                <w:rFonts w:ascii="Corbel" w:hAnsi="Corbel"/>
                <w:sz w:val="24"/>
                <w:szCs w:val="24"/>
              </w:rPr>
              <w:t>/ustne</w:t>
            </w:r>
            <w:r w:rsidRPr="005603B9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14:paraId="371D891D" w14:textId="77777777" w:rsidR="00B81C38" w:rsidRPr="005603B9" w:rsidRDefault="00B81C38" w:rsidP="00560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603B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5603B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81C38" w:rsidRPr="005603B9" w14:paraId="181D8D3A" w14:textId="77777777" w:rsidTr="00496C9F">
        <w:trPr>
          <w:trHeight w:val="397"/>
        </w:trPr>
        <w:tc>
          <w:tcPr>
            <w:tcW w:w="1985" w:type="dxa"/>
            <w:vAlign w:val="center"/>
          </w:tcPr>
          <w:p w14:paraId="4960EC71" w14:textId="28C39455" w:rsidR="00B81C38" w:rsidRPr="005603B9" w:rsidRDefault="005603B9" w:rsidP="00560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03B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265B94A1" w14:textId="77777777" w:rsidR="00B81C38" w:rsidRPr="005603B9" w:rsidRDefault="00B81C38" w:rsidP="005603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03B9">
              <w:rPr>
                <w:rFonts w:ascii="Corbel" w:hAnsi="Corbel"/>
                <w:sz w:val="24"/>
                <w:szCs w:val="24"/>
              </w:rPr>
              <w:t>zaliczenie pisemne</w:t>
            </w:r>
            <w:r w:rsidR="08434220" w:rsidRPr="005603B9">
              <w:rPr>
                <w:rFonts w:ascii="Corbel" w:hAnsi="Corbel"/>
                <w:sz w:val="24"/>
                <w:szCs w:val="24"/>
              </w:rPr>
              <w:t>/ustne</w:t>
            </w:r>
            <w:r w:rsidRPr="005603B9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14:paraId="2261AC59" w14:textId="77777777" w:rsidR="00B81C38" w:rsidRPr="005603B9" w:rsidRDefault="00B81C38" w:rsidP="005603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03B9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603B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81C38" w:rsidRPr="005603B9" w14:paraId="4AD81F39" w14:textId="77777777" w:rsidTr="00496C9F">
        <w:trPr>
          <w:trHeight w:val="397"/>
        </w:trPr>
        <w:tc>
          <w:tcPr>
            <w:tcW w:w="1985" w:type="dxa"/>
            <w:vAlign w:val="center"/>
          </w:tcPr>
          <w:p w14:paraId="40BFBB11" w14:textId="2C62C2B5" w:rsidR="00B81C38" w:rsidRPr="005603B9" w:rsidRDefault="005603B9" w:rsidP="00560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03B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16786294" w14:textId="77777777" w:rsidR="00B81C38" w:rsidRPr="005603B9" w:rsidRDefault="00B81C38" w:rsidP="005603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03B9">
              <w:rPr>
                <w:rFonts w:ascii="Corbel" w:hAnsi="Corbel"/>
                <w:sz w:val="24"/>
                <w:szCs w:val="24"/>
              </w:rPr>
              <w:t>zaliczenie pisemne</w:t>
            </w:r>
            <w:r w:rsidR="5EF1AEEB" w:rsidRPr="005603B9">
              <w:rPr>
                <w:rFonts w:ascii="Corbel" w:hAnsi="Corbel"/>
                <w:sz w:val="24"/>
                <w:szCs w:val="24"/>
              </w:rPr>
              <w:t>/ustne</w:t>
            </w:r>
            <w:r w:rsidRPr="005603B9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14:paraId="236A94B8" w14:textId="77777777" w:rsidR="00B81C38" w:rsidRPr="005603B9" w:rsidRDefault="00B81C38" w:rsidP="005603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03B9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603B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81C38" w:rsidRPr="005603B9" w14:paraId="03667199" w14:textId="77777777" w:rsidTr="00496C9F">
        <w:trPr>
          <w:trHeight w:val="397"/>
        </w:trPr>
        <w:tc>
          <w:tcPr>
            <w:tcW w:w="1985" w:type="dxa"/>
            <w:vAlign w:val="center"/>
          </w:tcPr>
          <w:p w14:paraId="6032B961" w14:textId="45E3A055" w:rsidR="00B81C38" w:rsidRPr="005603B9" w:rsidRDefault="005603B9" w:rsidP="00560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03B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14:paraId="14FE98C1" w14:textId="77777777" w:rsidR="00B81C38" w:rsidRPr="005603B9" w:rsidRDefault="00B81C38" w:rsidP="005603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03B9">
              <w:rPr>
                <w:rFonts w:ascii="Corbel" w:hAnsi="Corbel"/>
                <w:sz w:val="24"/>
                <w:szCs w:val="24"/>
              </w:rPr>
              <w:t>zaliczenie pisemne</w:t>
            </w:r>
            <w:r w:rsidR="6D42A96C" w:rsidRPr="005603B9">
              <w:rPr>
                <w:rFonts w:ascii="Corbel" w:hAnsi="Corbel"/>
                <w:sz w:val="24"/>
                <w:szCs w:val="24"/>
              </w:rPr>
              <w:t>/ustne</w:t>
            </w:r>
            <w:r w:rsidRPr="005603B9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14:paraId="0636E7C7" w14:textId="77777777" w:rsidR="00B81C38" w:rsidRPr="005603B9" w:rsidRDefault="00B81C38" w:rsidP="005603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03B9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603B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81C38" w:rsidRPr="005603B9" w14:paraId="5A5EE396" w14:textId="77777777" w:rsidTr="00496C9F">
        <w:trPr>
          <w:trHeight w:val="397"/>
        </w:trPr>
        <w:tc>
          <w:tcPr>
            <w:tcW w:w="1985" w:type="dxa"/>
            <w:vAlign w:val="center"/>
          </w:tcPr>
          <w:p w14:paraId="0C20A5D2" w14:textId="318B9219" w:rsidR="00B81C38" w:rsidRPr="005603B9" w:rsidRDefault="005603B9" w:rsidP="00560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03B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14:paraId="5B861558" w14:textId="77777777" w:rsidR="00B81C38" w:rsidRPr="005603B9" w:rsidRDefault="00B81C38" w:rsidP="005603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03B9">
              <w:rPr>
                <w:rFonts w:ascii="Corbel" w:hAnsi="Corbel"/>
                <w:sz w:val="24"/>
                <w:szCs w:val="24"/>
              </w:rPr>
              <w:t>zaliczenie pisemne</w:t>
            </w:r>
            <w:r w:rsidR="1C4805B6" w:rsidRPr="005603B9">
              <w:rPr>
                <w:rFonts w:ascii="Corbel" w:hAnsi="Corbel"/>
                <w:sz w:val="24"/>
                <w:szCs w:val="24"/>
              </w:rPr>
              <w:t>/ustne</w:t>
            </w:r>
            <w:r w:rsidRPr="005603B9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14:paraId="41EDC9AE" w14:textId="77777777" w:rsidR="00B81C38" w:rsidRPr="005603B9" w:rsidRDefault="00B81C38" w:rsidP="005603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03B9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603B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81C38" w:rsidRPr="005603B9" w14:paraId="1C18C819" w14:textId="77777777" w:rsidTr="00496C9F">
        <w:trPr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DE75C" w14:textId="4CD8E281" w:rsidR="00B81C38" w:rsidRPr="005603B9" w:rsidRDefault="005603B9" w:rsidP="00560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03B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5D30" w14:textId="77777777" w:rsidR="00B81C38" w:rsidRPr="005603B9" w:rsidRDefault="00B81C38" w:rsidP="005603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03B9">
              <w:rPr>
                <w:rFonts w:ascii="Corbel" w:hAnsi="Corbel"/>
                <w:sz w:val="24"/>
                <w:szCs w:val="24"/>
              </w:rPr>
              <w:t>zaliczenie pisemne</w:t>
            </w:r>
            <w:r w:rsidR="2175A0A4" w:rsidRPr="005603B9">
              <w:rPr>
                <w:rFonts w:ascii="Corbel" w:hAnsi="Corbel"/>
                <w:sz w:val="24"/>
                <w:szCs w:val="24"/>
              </w:rPr>
              <w:t>/ustne</w:t>
            </w:r>
            <w:r w:rsidRPr="005603B9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0A6B8" w14:textId="77777777" w:rsidR="00B81C38" w:rsidRPr="005603B9" w:rsidRDefault="00B81C38" w:rsidP="005603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03B9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603B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DC12618" w14:textId="77777777" w:rsidR="00923D7D" w:rsidRPr="00FA2B6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DF5DB4" w14:textId="77777777" w:rsidR="0085747A" w:rsidRPr="00707B2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4.2 </w:t>
      </w:r>
      <w:r w:rsidR="0085747A" w:rsidRPr="00707B20">
        <w:rPr>
          <w:rFonts w:ascii="Corbel" w:hAnsi="Corbel"/>
          <w:smallCaps w:val="0"/>
          <w:szCs w:val="24"/>
        </w:rPr>
        <w:t>Warunki zaliczenia przedmiotu (kryteria oceniania)</w:t>
      </w:r>
    </w:p>
    <w:p w14:paraId="151AAD51" w14:textId="77777777" w:rsidR="0041581B" w:rsidRPr="00FA2B6D" w:rsidRDefault="0041581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581B" w:rsidRPr="00FA2B6D" w14:paraId="21DB4B4D" w14:textId="77777777" w:rsidTr="7E3317D0">
        <w:tc>
          <w:tcPr>
            <w:tcW w:w="9670" w:type="dxa"/>
          </w:tcPr>
          <w:p w14:paraId="3B77B7B2" w14:textId="77777777" w:rsidR="0041581B" w:rsidRPr="00C17CE0" w:rsidRDefault="086FF58C" w:rsidP="005603B9">
            <w:pPr>
              <w:spacing w:before="120" w:after="0" w:line="240" w:lineRule="auto"/>
              <w:jc w:val="both"/>
              <w:rPr>
                <w:rFonts w:ascii="Corbel" w:hAnsi="Corbel"/>
              </w:rPr>
            </w:pPr>
            <w:r w:rsidRPr="00C17CE0">
              <w:rPr>
                <w:rFonts w:ascii="Corbel" w:eastAsia="Times New Roman" w:hAnsi="Corbel"/>
                <w:color w:val="201F1E"/>
              </w:rPr>
              <w:t xml:space="preserve">Warunkiem uzyskania zaliczenia </w:t>
            </w:r>
            <w:r w:rsidRPr="00C17CE0">
              <w:rPr>
                <w:rFonts w:ascii="Corbel" w:hAnsi="Corbel" w:cs="Calibri"/>
              </w:rPr>
              <w:t>jest uzyskani</w:t>
            </w:r>
            <w:r w:rsidRPr="00C17CE0">
              <w:rPr>
                <w:rFonts w:ascii="Corbel" w:eastAsia="Times New Roman" w:hAnsi="Corbel"/>
              </w:rPr>
              <w:t>e pozytywnej oceny</w:t>
            </w:r>
            <w:r w:rsidRPr="00C17CE0">
              <w:rPr>
                <w:rFonts w:ascii="Corbel" w:hAnsi="Corbel" w:cs="Calibri"/>
              </w:rPr>
              <w:t>.</w:t>
            </w:r>
            <w:r w:rsidR="00C17CE0" w:rsidRPr="00C17CE0">
              <w:rPr>
                <w:rFonts w:ascii="Corbel" w:hAnsi="Corbel" w:cs="Calibri"/>
              </w:rPr>
              <w:t xml:space="preserve"> </w:t>
            </w:r>
            <w:r w:rsidRPr="00C17CE0">
              <w:rPr>
                <w:rFonts w:ascii="Corbel" w:eastAsia="Times New Roman" w:hAnsi="Corbel"/>
              </w:rPr>
              <w:t xml:space="preserve">Zaliczenie może mieć formę pisemną lub ustną. Polega na odpowiedzi na zadane pytania. Zaliczenie zawierać może pytania testowe, otwarte oraz problemowe. </w:t>
            </w:r>
          </w:p>
          <w:p w14:paraId="7ACEF523" w14:textId="2B1735DC" w:rsidR="0041581B" w:rsidRPr="00C17CE0" w:rsidRDefault="086FF58C" w:rsidP="7E3317D0">
            <w:pPr>
              <w:pStyle w:val="Punktygwne"/>
              <w:rPr>
                <w:rFonts w:ascii="Corbel" w:hAnsi="Corbel"/>
                <w:b w:val="0"/>
                <w:smallCaps w:val="0"/>
                <w:sz w:val="22"/>
              </w:rPr>
            </w:pPr>
            <w:r w:rsidRPr="7E3317D0">
              <w:rPr>
                <w:rFonts w:ascii="Corbel" w:hAnsi="Corbel" w:cs="Calibri"/>
                <w:b w:val="0"/>
                <w:smallCaps w:val="0"/>
                <w:sz w:val="22"/>
              </w:rPr>
              <w:t>Kryteria</w:t>
            </w:r>
            <w:r w:rsidRPr="7E3317D0">
              <w:rPr>
                <w:rFonts w:ascii="Corbel" w:eastAsia="Times New Roman" w:hAnsi="Corbel"/>
                <w:b w:val="0"/>
                <w:smallCaps w:val="0"/>
                <w:sz w:val="22"/>
              </w:rPr>
              <w:t>mi oceny odpowiedzi są: kompletność odpowiedzi, poprawna terminologia, aktualny stan prawny.</w:t>
            </w:r>
          </w:p>
          <w:p w14:paraId="709F38DF" w14:textId="77777777" w:rsidR="0041581B" w:rsidRPr="00C17CE0" w:rsidRDefault="086FF58C" w:rsidP="3399C1E6">
            <w:pPr>
              <w:pStyle w:val="Punktygwne"/>
              <w:rPr>
                <w:rFonts w:ascii="Corbel" w:hAnsi="Corbel"/>
                <w:b w:val="0"/>
                <w:smallCaps w:val="0"/>
                <w:sz w:val="22"/>
              </w:rPr>
            </w:pPr>
            <w:r w:rsidRPr="00C17CE0">
              <w:rPr>
                <w:rFonts w:ascii="Corbel" w:hAnsi="Corbel" w:cs="Calibri"/>
                <w:b w:val="0"/>
                <w:smallCaps w:val="0"/>
                <w:sz w:val="22"/>
              </w:rPr>
              <w:t xml:space="preserve">Przyjmuje się następującą skalę ocen: </w:t>
            </w:r>
          </w:p>
          <w:p w14:paraId="2755B847" w14:textId="77777777" w:rsidR="0041581B" w:rsidRPr="00C17CE0" w:rsidRDefault="00C17CE0" w:rsidP="3399C1E6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 w:cs="Calibri"/>
                <w:color w:val="000000" w:themeColor="text1"/>
              </w:rPr>
              <w:t>5,0</w:t>
            </w:r>
            <w:r w:rsidR="086FF58C" w:rsidRPr="00C17CE0">
              <w:rPr>
                <w:rFonts w:ascii="Corbel" w:hAnsi="Corbel" w:cs="Calibri"/>
                <w:color w:val="000000" w:themeColor="text1"/>
              </w:rPr>
              <w:t xml:space="preserve"> – powyższej 90% poprawnych odpowiedzi, </w:t>
            </w:r>
          </w:p>
          <w:p w14:paraId="1E8B399C" w14:textId="77777777" w:rsidR="0041581B" w:rsidRPr="00C17CE0" w:rsidRDefault="00C17CE0" w:rsidP="3399C1E6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 w:cs="Calibri"/>
                <w:color w:val="000000" w:themeColor="text1"/>
              </w:rPr>
              <w:t>4,5</w:t>
            </w:r>
            <w:r w:rsidR="086FF58C" w:rsidRPr="00C17CE0">
              <w:rPr>
                <w:rFonts w:ascii="Corbel" w:hAnsi="Corbel" w:cs="Calibri"/>
                <w:color w:val="000000" w:themeColor="text1"/>
              </w:rPr>
              <w:t xml:space="preserve"> – 81 – 89%, </w:t>
            </w:r>
          </w:p>
          <w:p w14:paraId="5E2DE9E4" w14:textId="66DC51ED" w:rsidR="0041581B" w:rsidRPr="00C17CE0" w:rsidRDefault="00C17CE0" w:rsidP="3399C1E6">
            <w:pPr>
              <w:spacing w:after="0"/>
              <w:rPr>
                <w:rFonts w:ascii="Corbel" w:hAnsi="Corbel"/>
              </w:rPr>
            </w:pPr>
            <w:r w:rsidRPr="55225FA7">
              <w:rPr>
                <w:rFonts w:ascii="Corbel" w:hAnsi="Corbel" w:cs="Calibri"/>
                <w:color w:val="000000" w:themeColor="text1"/>
              </w:rPr>
              <w:t>4,0</w:t>
            </w:r>
            <w:r w:rsidR="07A4FB35" w:rsidRPr="55225FA7">
              <w:rPr>
                <w:rFonts w:ascii="Corbel" w:hAnsi="Corbel" w:cs="Calibri"/>
                <w:color w:val="000000" w:themeColor="text1"/>
              </w:rPr>
              <w:t xml:space="preserve"> – 70 – 80%, </w:t>
            </w:r>
          </w:p>
          <w:p w14:paraId="2272AFF7" w14:textId="77777777" w:rsidR="0041581B" w:rsidRPr="00C17CE0" w:rsidRDefault="00C17CE0" w:rsidP="3399C1E6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 w:cs="Calibri"/>
                <w:color w:val="000000" w:themeColor="text1"/>
              </w:rPr>
              <w:t>3,5</w:t>
            </w:r>
            <w:r w:rsidR="086FF58C" w:rsidRPr="00C17CE0">
              <w:rPr>
                <w:rFonts w:ascii="Corbel" w:hAnsi="Corbel" w:cs="Calibri"/>
                <w:color w:val="000000" w:themeColor="text1"/>
              </w:rPr>
              <w:t xml:space="preserve"> – 61 -69%, </w:t>
            </w:r>
          </w:p>
          <w:p w14:paraId="24D54BEE" w14:textId="77777777" w:rsidR="0041581B" w:rsidRPr="00C17CE0" w:rsidRDefault="00C17CE0" w:rsidP="3399C1E6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 w:cs="Calibri"/>
                <w:color w:val="000000" w:themeColor="text1"/>
              </w:rPr>
              <w:t>3,0</w:t>
            </w:r>
            <w:r w:rsidR="086FF58C" w:rsidRPr="00C17CE0">
              <w:rPr>
                <w:rFonts w:ascii="Corbel" w:hAnsi="Corbel" w:cs="Calibri"/>
                <w:color w:val="000000" w:themeColor="text1"/>
              </w:rPr>
              <w:t xml:space="preserve">– 51 – 60%, </w:t>
            </w:r>
          </w:p>
          <w:p w14:paraId="07F374FA" w14:textId="2BFEC12B" w:rsidR="0041581B" w:rsidRPr="005603B9" w:rsidRDefault="00C17CE0" w:rsidP="005603B9">
            <w:pPr>
              <w:spacing w:after="120" w:line="240" w:lineRule="auto"/>
              <w:rPr>
                <w:rFonts w:ascii="Corbel" w:hAnsi="Corbel"/>
              </w:rPr>
            </w:pPr>
            <w:r>
              <w:rPr>
                <w:rFonts w:ascii="Corbel" w:hAnsi="Corbel" w:cs="Calibri"/>
                <w:color w:val="000000" w:themeColor="text1"/>
              </w:rPr>
              <w:t>2,0</w:t>
            </w:r>
            <w:r w:rsidR="086FF58C" w:rsidRPr="00C17CE0">
              <w:rPr>
                <w:rFonts w:ascii="Corbel" w:hAnsi="Corbel" w:cs="Calibri"/>
                <w:color w:val="000000" w:themeColor="text1"/>
              </w:rPr>
              <w:t>- poniżej 50 %.</w:t>
            </w:r>
          </w:p>
        </w:tc>
      </w:tr>
    </w:tbl>
    <w:p w14:paraId="7F8696EA" w14:textId="77777777" w:rsidR="0085747A" w:rsidRPr="00FA2B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589B0C" w14:textId="77777777" w:rsidR="009F4610" w:rsidRPr="00707B2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07B20">
        <w:rPr>
          <w:rFonts w:ascii="Corbel" w:hAnsi="Corbel"/>
          <w:b/>
          <w:sz w:val="24"/>
          <w:szCs w:val="24"/>
        </w:rPr>
        <w:t xml:space="preserve">5. </w:t>
      </w:r>
      <w:r w:rsidR="00C61DC5" w:rsidRPr="00707B2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4107EF" w14:textId="77777777" w:rsidR="0085747A" w:rsidRPr="00FA2B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FA2B6D" w14:paraId="6F913049" w14:textId="77777777" w:rsidTr="00496C9F">
        <w:tc>
          <w:tcPr>
            <w:tcW w:w="5274" w:type="dxa"/>
            <w:vAlign w:val="center"/>
          </w:tcPr>
          <w:p w14:paraId="64DA16DE" w14:textId="77777777" w:rsidR="0085747A" w:rsidRPr="00FA2B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Forma a</w:t>
            </w:r>
            <w:r w:rsidR="0085747A" w:rsidRPr="00FA2B6D">
              <w:rPr>
                <w:rFonts w:ascii="Corbel" w:hAnsi="Corbel"/>
                <w:sz w:val="24"/>
                <w:szCs w:val="24"/>
              </w:rPr>
              <w:t>ktywnoś</w:t>
            </w:r>
            <w:r w:rsidRPr="00FA2B6D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1DAC2196" w14:textId="77777777" w:rsidR="0085747A" w:rsidRPr="00FA2B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Średnia l</w:t>
            </w:r>
            <w:r w:rsidR="0085747A" w:rsidRPr="00FA2B6D">
              <w:rPr>
                <w:rFonts w:ascii="Corbel" w:hAnsi="Corbel"/>
                <w:sz w:val="24"/>
                <w:szCs w:val="24"/>
              </w:rPr>
              <w:t>iczba godzin</w:t>
            </w:r>
            <w:r w:rsidRPr="00FA2B6D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="00D7726D" w:rsidRPr="00FA2B6D" w14:paraId="6229F0B6" w14:textId="77777777" w:rsidTr="00496C9F">
        <w:tc>
          <w:tcPr>
            <w:tcW w:w="5274" w:type="dxa"/>
          </w:tcPr>
          <w:p w14:paraId="2FF65496" w14:textId="1E804F86" w:rsidR="00D7726D" w:rsidRPr="00FA2B6D" w:rsidRDefault="177A9D47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5225FA7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4E0FE2A3" w:rsidRPr="55225FA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55225FA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1817BFE8" w14:textId="77777777" w:rsidR="00D7726D" w:rsidRPr="00E62B05" w:rsidRDefault="00D7726D" w:rsidP="009210A1">
            <w:r w:rsidRPr="00E62B05">
              <w:t>15</w:t>
            </w:r>
          </w:p>
        </w:tc>
      </w:tr>
      <w:tr w:rsidR="00D7726D" w:rsidRPr="00FA2B6D" w14:paraId="1AE033F1" w14:textId="77777777" w:rsidTr="00496C9F">
        <w:tc>
          <w:tcPr>
            <w:tcW w:w="5274" w:type="dxa"/>
          </w:tcPr>
          <w:p w14:paraId="7E045041" w14:textId="1AD55F9A" w:rsidR="00D7726D" w:rsidRPr="00FA2B6D" w:rsidRDefault="3B622030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5225FA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24F14614" w:rsidRPr="55225FA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687BB2A" w14:textId="77777777" w:rsidR="00D7726D" w:rsidRPr="00FA2B6D" w:rsidRDefault="00D7726D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2023DCF4" w14:textId="77777777" w:rsidR="00D7726D" w:rsidRPr="00E62B05" w:rsidRDefault="00D7726D" w:rsidP="009210A1">
            <w:r w:rsidRPr="00E62B05">
              <w:t>5</w:t>
            </w:r>
          </w:p>
        </w:tc>
      </w:tr>
      <w:tr w:rsidR="00D7726D" w:rsidRPr="00FA2B6D" w14:paraId="79829101" w14:textId="77777777" w:rsidTr="00496C9F">
        <w:tc>
          <w:tcPr>
            <w:tcW w:w="5274" w:type="dxa"/>
          </w:tcPr>
          <w:p w14:paraId="263559FA" w14:textId="77777777" w:rsidR="00D7726D" w:rsidRPr="00FA2B6D" w:rsidRDefault="00D7726D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A2B6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A2B6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7C992DA" w14:textId="77777777" w:rsidR="00D7726D" w:rsidRPr="00FA2B6D" w:rsidRDefault="00D7726D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3B139687" w14:textId="77777777" w:rsidR="00D7726D" w:rsidRPr="00E62B05" w:rsidRDefault="00F36F5C" w:rsidP="009210A1">
            <w:r>
              <w:t>55</w:t>
            </w:r>
          </w:p>
        </w:tc>
      </w:tr>
      <w:tr w:rsidR="00D7726D" w:rsidRPr="00FA2B6D" w14:paraId="0E4FB4D2" w14:textId="77777777" w:rsidTr="00496C9F">
        <w:trPr>
          <w:trHeight w:val="366"/>
        </w:trPr>
        <w:tc>
          <w:tcPr>
            <w:tcW w:w="5274" w:type="dxa"/>
            <w:vAlign w:val="center"/>
          </w:tcPr>
          <w:p w14:paraId="2101DD02" w14:textId="77777777" w:rsidR="00D7726D" w:rsidRPr="00FA2B6D" w:rsidRDefault="00D7726D" w:rsidP="005603B9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  <w:vAlign w:val="center"/>
          </w:tcPr>
          <w:p w14:paraId="5F886320" w14:textId="77777777" w:rsidR="00D7726D" w:rsidRPr="00E62B05" w:rsidRDefault="00F36F5C" w:rsidP="005603B9">
            <w:pPr>
              <w:spacing w:after="0" w:line="240" w:lineRule="auto"/>
            </w:pPr>
            <w:r>
              <w:t>75</w:t>
            </w:r>
          </w:p>
        </w:tc>
      </w:tr>
      <w:tr w:rsidR="00D7726D" w:rsidRPr="00FA2B6D" w14:paraId="09EF13D4" w14:textId="77777777" w:rsidTr="00496C9F">
        <w:tc>
          <w:tcPr>
            <w:tcW w:w="5274" w:type="dxa"/>
            <w:vAlign w:val="center"/>
          </w:tcPr>
          <w:p w14:paraId="22D888E0" w14:textId="77777777" w:rsidR="00D7726D" w:rsidRPr="00FA2B6D" w:rsidRDefault="00D7726D" w:rsidP="005603B9">
            <w:pPr>
              <w:pStyle w:val="Akapitzlist"/>
              <w:tabs>
                <w:tab w:val="left" w:pos="885"/>
              </w:tabs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  <w:vAlign w:val="center"/>
          </w:tcPr>
          <w:p w14:paraId="6807AFC5" w14:textId="77777777" w:rsidR="00D7726D" w:rsidRDefault="00D7726D" w:rsidP="005603B9">
            <w:pPr>
              <w:spacing w:after="0" w:line="240" w:lineRule="auto"/>
            </w:pPr>
            <w:r w:rsidRPr="00E62B05">
              <w:t>3</w:t>
            </w:r>
          </w:p>
        </w:tc>
      </w:tr>
    </w:tbl>
    <w:p w14:paraId="33D857C6" w14:textId="77777777" w:rsidR="0085747A" w:rsidRPr="00FA2B6D" w:rsidRDefault="00923D7D" w:rsidP="00496C9F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FA2B6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2B6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AC23C5" w14:textId="77777777" w:rsidR="003E1941" w:rsidRPr="00FA2B6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E4F211" w14:textId="77777777" w:rsidR="0085747A" w:rsidRPr="00707B20" w:rsidRDefault="0071620A" w:rsidP="66F74CAF">
      <w:pPr>
        <w:pStyle w:val="Punktygwne"/>
        <w:spacing w:before="0" w:after="0"/>
        <w:rPr>
          <w:rFonts w:ascii="Corbel" w:hAnsi="Corbel"/>
          <w:smallCaps w:val="0"/>
        </w:rPr>
      </w:pPr>
      <w:r w:rsidRPr="66F74CAF">
        <w:rPr>
          <w:rFonts w:ascii="Corbel" w:hAnsi="Corbel"/>
          <w:smallCaps w:val="0"/>
        </w:rPr>
        <w:t xml:space="preserve">6. </w:t>
      </w:r>
      <w:r w:rsidR="0085747A" w:rsidRPr="66F74CAF">
        <w:rPr>
          <w:rFonts w:ascii="Corbel" w:hAnsi="Corbel"/>
          <w:smallCaps w:val="0"/>
        </w:rPr>
        <w:t>PRAKTYKI ZAWODOWE W RAMACH PRZEDMIOTU</w:t>
      </w:r>
    </w:p>
    <w:p w14:paraId="2D27442D" w14:textId="77777777" w:rsidR="0085747A" w:rsidRPr="00FA2B6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FA2B6D" w14:paraId="08A76BA5" w14:textId="77777777" w:rsidTr="00496C9F">
        <w:trPr>
          <w:trHeight w:val="397"/>
        </w:trPr>
        <w:tc>
          <w:tcPr>
            <w:tcW w:w="3715" w:type="dxa"/>
          </w:tcPr>
          <w:p w14:paraId="566F4F8F" w14:textId="77777777" w:rsidR="0085747A" w:rsidRPr="00FA2B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074BF94B" w14:textId="77777777" w:rsidR="0085747A" w:rsidRPr="00FA2B6D" w:rsidRDefault="1C83F9AB" w:rsidP="66F74C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6F74CAF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FA2B6D" w14:paraId="50F2803B" w14:textId="77777777" w:rsidTr="00496C9F">
        <w:trPr>
          <w:trHeight w:val="397"/>
        </w:trPr>
        <w:tc>
          <w:tcPr>
            <w:tcW w:w="3715" w:type="dxa"/>
          </w:tcPr>
          <w:p w14:paraId="19D951AA" w14:textId="77777777" w:rsidR="0085747A" w:rsidRPr="00FA2B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411EAD7E" w14:textId="77777777" w:rsidR="0085747A" w:rsidRPr="00FA2B6D" w:rsidRDefault="08298FB0" w:rsidP="66F74C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F74CAF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022E3FE3" w14:textId="77777777" w:rsidR="003E1941" w:rsidRPr="00FA2B6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66ED01" w14:textId="77777777" w:rsidR="00496C9F" w:rsidRDefault="00496C9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4355A2E2" w14:textId="1A179975" w:rsidR="0085747A" w:rsidRPr="00707B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707B20">
        <w:rPr>
          <w:rFonts w:ascii="Corbel" w:hAnsi="Corbel"/>
          <w:smallCaps w:val="0"/>
          <w:szCs w:val="24"/>
        </w:rPr>
        <w:t>LITERATURA</w:t>
      </w:r>
    </w:p>
    <w:p w14:paraId="47569384" w14:textId="77777777" w:rsidR="0085747A" w:rsidRPr="00FA2B6D" w:rsidRDefault="0085747A" w:rsidP="00707B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70380" w:rsidRPr="00FA2B6D" w14:paraId="4AD83A8E" w14:textId="77777777" w:rsidTr="7E3317D0">
        <w:trPr>
          <w:trHeight w:val="397"/>
        </w:trPr>
        <w:tc>
          <w:tcPr>
            <w:tcW w:w="7513" w:type="dxa"/>
          </w:tcPr>
          <w:p w14:paraId="5F661082" w14:textId="77777777" w:rsidR="00707B20" w:rsidRPr="00FA2B6D" w:rsidRDefault="3FBDB91E" w:rsidP="00496C9F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 w:rsidRPr="66F74CAF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69943818" w14:textId="7FCDFD56" w:rsidR="009255F5" w:rsidRPr="006B2A96" w:rsidRDefault="7F90166E" w:rsidP="00496C9F">
            <w:pPr>
              <w:pStyle w:val="Punktygwne"/>
              <w:numPr>
                <w:ilvl w:val="0"/>
                <w:numId w:val="2"/>
              </w:numPr>
              <w:spacing w:after="0"/>
              <w:ind w:left="339" w:hanging="283"/>
              <w:rPr>
                <w:rFonts w:ascii="Corbel" w:hAnsi="Corbel"/>
                <w:b w:val="0"/>
                <w:smallCaps w:val="0"/>
              </w:rPr>
            </w:pPr>
            <w:r w:rsidRPr="55225FA7">
              <w:rPr>
                <w:rFonts w:ascii="Corbel" w:hAnsi="Corbel"/>
                <w:b w:val="0"/>
                <w:smallCaps w:val="0"/>
              </w:rPr>
              <w:t>A.</w:t>
            </w:r>
            <w:r w:rsidR="0F152195" w:rsidRPr="55225FA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5225FA7">
              <w:rPr>
                <w:rFonts w:ascii="Corbel" w:hAnsi="Corbel"/>
                <w:b w:val="0"/>
                <w:smallCaps w:val="0"/>
              </w:rPr>
              <w:t>Barczewska-Dziobek, J.</w:t>
            </w:r>
            <w:r w:rsidR="29243BFD" w:rsidRPr="55225FA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5225FA7">
              <w:rPr>
                <w:rFonts w:ascii="Corbel" w:hAnsi="Corbel"/>
                <w:b w:val="0"/>
                <w:smallCaps w:val="0"/>
              </w:rPr>
              <w:t xml:space="preserve">Dziobek-Romański Jacek, </w:t>
            </w:r>
            <w:r w:rsidR="6E5860BB" w:rsidRPr="55225FA7">
              <w:rPr>
                <w:rFonts w:ascii="Corbel" w:hAnsi="Corbel"/>
                <w:b w:val="0"/>
                <w:i/>
                <w:iCs/>
                <w:smallCaps w:val="0"/>
              </w:rPr>
              <w:t xml:space="preserve">Interes publiczny </w:t>
            </w:r>
            <w:r w:rsidR="00496C9F">
              <w:rPr>
                <w:rFonts w:ascii="Corbel" w:hAnsi="Corbel"/>
                <w:b w:val="0"/>
                <w:i/>
                <w:iCs/>
                <w:smallCaps w:val="0"/>
              </w:rPr>
              <w:br/>
            </w:r>
            <w:r w:rsidR="6E5860BB" w:rsidRPr="55225FA7">
              <w:rPr>
                <w:rFonts w:ascii="Corbel" w:hAnsi="Corbel"/>
                <w:b w:val="0"/>
                <w:i/>
                <w:iCs/>
                <w:smallCaps w:val="0"/>
              </w:rPr>
              <w:t>i prywatny w prawie ochrony środowiska</w:t>
            </w:r>
            <w:r w:rsidR="6E5860BB" w:rsidRPr="55225FA7">
              <w:rPr>
                <w:rFonts w:ascii="Corbel" w:hAnsi="Corbel"/>
                <w:b w:val="0"/>
                <w:smallCaps w:val="0"/>
              </w:rPr>
              <w:t xml:space="preserve"> (Zagadnienia wybrane)</w:t>
            </w:r>
            <w:r w:rsidR="2A835C63" w:rsidRPr="55225FA7">
              <w:rPr>
                <w:rFonts w:ascii="Corbel" w:hAnsi="Corbel"/>
                <w:b w:val="0"/>
                <w:smallCaps w:val="0"/>
              </w:rPr>
              <w:t xml:space="preserve">, </w:t>
            </w:r>
            <w:r w:rsidR="6E5860BB" w:rsidRPr="55225FA7">
              <w:rPr>
                <w:rFonts w:ascii="Corbel" w:hAnsi="Corbel"/>
                <w:b w:val="0"/>
                <w:smallCaps w:val="0"/>
              </w:rPr>
              <w:t>Prawo i Środowisko</w:t>
            </w:r>
            <w:r w:rsidR="2A835C63" w:rsidRPr="55225FA7">
              <w:rPr>
                <w:rFonts w:ascii="Corbel" w:hAnsi="Corbel"/>
                <w:b w:val="0"/>
                <w:smallCaps w:val="0"/>
              </w:rPr>
              <w:t xml:space="preserve">, </w:t>
            </w:r>
            <w:r w:rsidR="6E5860BB" w:rsidRPr="55225FA7">
              <w:rPr>
                <w:rFonts w:ascii="Corbel" w:hAnsi="Corbel"/>
                <w:b w:val="0"/>
                <w:smallCaps w:val="0"/>
              </w:rPr>
              <w:t xml:space="preserve">2012, nr 1, </w:t>
            </w:r>
          </w:p>
          <w:p w14:paraId="7638EDFF" w14:textId="647BE35B" w:rsidR="00007164" w:rsidRDefault="006B2A96" w:rsidP="00496C9F">
            <w:pPr>
              <w:pStyle w:val="Punktygwne"/>
              <w:numPr>
                <w:ilvl w:val="0"/>
                <w:numId w:val="2"/>
              </w:numPr>
              <w:spacing w:after="0"/>
              <w:ind w:left="339" w:hanging="28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A552E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255F5" w:rsidRPr="009255F5">
              <w:rPr>
                <w:rFonts w:ascii="Corbel" w:hAnsi="Corbel"/>
                <w:b w:val="0"/>
                <w:smallCaps w:val="0"/>
                <w:szCs w:val="24"/>
              </w:rPr>
              <w:t xml:space="preserve">Barczewska-Dziobek,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="00496C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Dziobek-Romański Jacek,</w:t>
            </w:r>
            <w:r w:rsidR="009255F5" w:rsidRPr="0000716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255F5" w:rsidRPr="00A552E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Dostęp do informacji o środowisku naturalnym człowieka a realizacja prawa do dobrej administracji</w:t>
            </w:r>
            <w:r w:rsidR="00A820B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9255F5" w:rsidRPr="00007164">
              <w:rPr>
                <w:rFonts w:ascii="Corbel" w:hAnsi="Corbel"/>
                <w:b w:val="0"/>
                <w:smallCaps w:val="0"/>
                <w:szCs w:val="24"/>
              </w:rPr>
              <w:t xml:space="preserve">Prawo i Środowisko 2010, nr 4, </w:t>
            </w:r>
          </w:p>
          <w:p w14:paraId="010F4474" w14:textId="525958D4" w:rsidR="00007164" w:rsidRPr="006B2A96" w:rsidRDefault="7F90166E" w:rsidP="00496C9F">
            <w:pPr>
              <w:pStyle w:val="Punktygwne"/>
              <w:numPr>
                <w:ilvl w:val="0"/>
                <w:numId w:val="2"/>
              </w:numPr>
              <w:spacing w:after="0"/>
              <w:ind w:left="339" w:hanging="283"/>
              <w:rPr>
                <w:rFonts w:ascii="Corbel" w:hAnsi="Corbel"/>
                <w:b w:val="0"/>
                <w:smallCaps w:val="0"/>
              </w:rPr>
            </w:pPr>
            <w:r w:rsidRPr="55225FA7">
              <w:rPr>
                <w:rFonts w:ascii="Corbel" w:hAnsi="Corbel"/>
                <w:b w:val="0"/>
                <w:smallCaps w:val="0"/>
              </w:rPr>
              <w:t>A.</w:t>
            </w:r>
            <w:r w:rsidR="0F152195" w:rsidRPr="55225FA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5225FA7">
              <w:rPr>
                <w:rFonts w:ascii="Corbel" w:hAnsi="Corbel"/>
                <w:b w:val="0"/>
                <w:smallCaps w:val="0"/>
              </w:rPr>
              <w:t>Barczewska-Dziobek, J.</w:t>
            </w:r>
            <w:r w:rsidR="006B5295" w:rsidRPr="55225FA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5225FA7">
              <w:rPr>
                <w:rFonts w:ascii="Corbel" w:hAnsi="Corbel"/>
                <w:b w:val="0"/>
                <w:smallCaps w:val="0"/>
              </w:rPr>
              <w:t>Dziobek-Romański Jacek</w:t>
            </w:r>
            <w:r w:rsidR="226D5111" w:rsidRPr="55225FA7">
              <w:rPr>
                <w:rFonts w:ascii="Corbel" w:hAnsi="Corbel"/>
                <w:b w:val="0"/>
                <w:smallCaps w:val="0"/>
              </w:rPr>
              <w:t xml:space="preserve">., </w:t>
            </w:r>
            <w:r w:rsidR="226D5111" w:rsidRPr="55225FA7">
              <w:rPr>
                <w:rFonts w:ascii="Corbel" w:hAnsi="Corbel"/>
                <w:b w:val="0"/>
                <w:i/>
                <w:iCs/>
                <w:smallCaps w:val="0"/>
              </w:rPr>
              <w:t>Informacja o środowisku w kontekście realizacji prawa je</w:t>
            </w:r>
            <w:r w:rsidRPr="55225FA7">
              <w:rPr>
                <w:rFonts w:ascii="Corbel" w:hAnsi="Corbel"/>
                <w:b w:val="0"/>
                <w:i/>
                <w:iCs/>
                <w:smallCaps w:val="0"/>
              </w:rPr>
              <w:t>dnostki do dobrej administracji</w:t>
            </w:r>
            <w:r w:rsidR="226D5111" w:rsidRPr="55225FA7">
              <w:rPr>
                <w:rFonts w:ascii="Corbel" w:hAnsi="Corbel"/>
                <w:b w:val="0"/>
                <w:i/>
                <w:iCs/>
                <w:smallCaps w:val="0"/>
              </w:rPr>
              <w:t>: zagadnienia wybrane</w:t>
            </w:r>
            <w:r w:rsidR="226D5111" w:rsidRPr="55225FA7">
              <w:rPr>
                <w:rFonts w:ascii="Corbel" w:hAnsi="Corbel"/>
                <w:b w:val="0"/>
                <w:smallCaps w:val="0"/>
              </w:rPr>
              <w:t>,</w:t>
            </w:r>
            <w:r w:rsidR="0F152195" w:rsidRPr="55225FA7">
              <w:rPr>
                <w:rFonts w:ascii="Corbel" w:hAnsi="Corbel"/>
                <w:b w:val="0"/>
                <w:smallCaps w:val="0"/>
              </w:rPr>
              <w:t xml:space="preserve"> </w:t>
            </w:r>
            <w:r w:rsidR="226D5111" w:rsidRPr="55225FA7">
              <w:rPr>
                <w:rFonts w:ascii="Corbel" w:hAnsi="Corbel"/>
                <w:b w:val="0"/>
                <w:smallCaps w:val="0"/>
              </w:rPr>
              <w:t xml:space="preserve">Studia Prawnicze KUL2008, nr 3, </w:t>
            </w:r>
          </w:p>
          <w:p w14:paraId="41C1D083" w14:textId="28732CC1" w:rsidR="00D96600" w:rsidRPr="00D96600" w:rsidRDefault="00D96600" w:rsidP="00496C9F">
            <w:pPr>
              <w:pStyle w:val="Punktygwne"/>
              <w:numPr>
                <w:ilvl w:val="0"/>
                <w:numId w:val="2"/>
              </w:numPr>
              <w:spacing w:after="0"/>
              <w:ind w:left="339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D96600">
              <w:rPr>
                <w:rFonts w:ascii="Corbel" w:hAnsi="Corbel"/>
                <w:b w:val="0"/>
                <w:smallCaps w:val="0"/>
                <w:szCs w:val="24"/>
              </w:rPr>
              <w:t>Barczak A</w:t>
            </w:r>
            <w:r w:rsidR="00A552E7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r w:rsidRPr="00A552E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Zadania samorządu terytorialnego w ochronie środowiska,</w:t>
            </w:r>
            <w:r w:rsidRPr="00D96600">
              <w:rPr>
                <w:rFonts w:ascii="Corbel" w:hAnsi="Corbel"/>
                <w:b w:val="0"/>
                <w:smallCaps w:val="0"/>
                <w:szCs w:val="24"/>
              </w:rPr>
              <w:t xml:space="preserve"> ABC</w:t>
            </w:r>
            <w:r w:rsidR="00A552E7">
              <w:rPr>
                <w:rFonts w:ascii="Corbel" w:hAnsi="Corbel"/>
                <w:b w:val="0"/>
                <w:smallCaps w:val="0"/>
                <w:szCs w:val="24"/>
              </w:rPr>
              <w:t>, 2006.</w:t>
            </w:r>
          </w:p>
          <w:p w14:paraId="4368F82C" w14:textId="77777777" w:rsidR="00D96600" w:rsidRPr="009255F5" w:rsidRDefault="00A820B7" w:rsidP="00496C9F">
            <w:pPr>
              <w:pStyle w:val="Punktygwne"/>
              <w:numPr>
                <w:ilvl w:val="0"/>
                <w:numId w:val="2"/>
              </w:numPr>
              <w:spacing w:after="0"/>
              <w:ind w:left="339" w:hanging="28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Górski M., </w:t>
            </w:r>
            <w:r w:rsidR="00D96600" w:rsidRPr="00A552E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Ochrona środowiska jako zadanie administracji publicznej</w:t>
            </w:r>
            <w:r w:rsidR="00D96600" w:rsidRPr="00D96600">
              <w:rPr>
                <w:rFonts w:ascii="Corbel" w:hAnsi="Corbel"/>
                <w:b w:val="0"/>
                <w:smallCaps w:val="0"/>
                <w:szCs w:val="24"/>
              </w:rPr>
              <w:t>, Wydawnictwo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96600" w:rsidRPr="009255F5">
              <w:rPr>
                <w:rFonts w:ascii="Corbel" w:hAnsi="Corbel"/>
                <w:b w:val="0"/>
                <w:smallCaps w:val="0"/>
                <w:szCs w:val="24"/>
              </w:rPr>
              <w:t>Uniwersytetu Łódzkiego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1992</w:t>
            </w:r>
          </w:p>
          <w:p w14:paraId="2D059956" w14:textId="6A5644F0" w:rsidR="0018511A" w:rsidRPr="00D96600" w:rsidRDefault="00A820B7" w:rsidP="00496C9F">
            <w:pPr>
              <w:pStyle w:val="Punktygwne"/>
              <w:numPr>
                <w:ilvl w:val="0"/>
                <w:numId w:val="2"/>
              </w:numPr>
              <w:spacing w:after="120"/>
              <w:ind w:left="341" w:hanging="284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Górski M. (red.), </w:t>
            </w:r>
            <w:r w:rsidR="5801BA39" w:rsidRPr="00A552E7">
              <w:rPr>
                <w:rFonts w:ascii="Corbel" w:hAnsi="Corbel"/>
                <w:b w:val="0"/>
                <w:i/>
                <w:iCs/>
                <w:smallCaps w:val="0"/>
              </w:rPr>
              <w:t>Prawo ochrony środowiska</w:t>
            </w:r>
            <w:r w:rsidR="5801BA39" w:rsidRPr="66F74CAF">
              <w:rPr>
                <w:rFonts w:ascii="Corbel" w:hAnsi="Corbel"/>
                <w:b w:val="0"/>
                <w:smallCaps w:val="0"/>
              </w:rPr>
              <w:t>, Wolters Kluwer Polska</w:t>
            </w:r>
            <w:r>
              <w:rPr>
                <w:rFonts w:ascii="Corbel" w:hAnsi="Corbel"/>
                <w:b w:val="0"/>
                <w:smallCaps w:val="0"/>
              </w:rPr>
              <w:t xml:space="preserve"> 2014</w:t>
            </w:r>
            <w:r w:rsidR="00A552E7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670380" w:rsidRPr="00FA2B6D" w14:paraId="27196BCC" w14:textId="77777777" w:rsidTr="7E3317D0">
        <w:trPr>
          <w:trHeight w:val="397"/>
        </w:trPr>
        <w:tc>
          <w:tcPr>
            <w:tcW w:w="7513" w:type="dxa"/>
          </w:tcPr>
          <w:p w14:paraId="644B29E8" w14:textId="77777777" w:rsidR="00670380" w:rsidRPr="00FA2B6D" w:rsidRDefault="3FBDB91E" w:rsidP="00496C9F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 w:rsidRPr="66F74CAF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643BDE57" w14:textId="0F6FF16B" w:rsidR="00ED36A0" w:rsidRDefault="2A835C63" w:rsidP="00496C9F">
            <w:pPr>
              <w:pStyle w:val="Akapitzlist"/>
              <w:numPr>
                <w:ilvl w:val="0"/>
                <w:numId w:val="3"/>
              </w:numPr>
              <w:spacing w:before="240" w:after="240" w:line="240" w:lineRule="auto"/>
              <w:ind w:left="341" w:hanging="284"/>
              <w:contextualSpacing w:val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55225FA7">
              <w:rPr>
                <w:rFonts w:ascii="Corbel" w:hAnsi="Corbel"/>
                <w:sz w:val="24"/>
                <w:szCs w:val="24"/>
              </w:rPr>
              <w:t>Stochal</w:t>
            </w:r>
            <w:proofErr w:type="spellEnd"/>
            <w:r w:rsidRPr="55225FA7">
              <w:rPr>
                <w:rFonts w:ascii="Corbel" w:hAnsi="Corbel"/>
                <w:sz w:val="24"/>
                <w:szCs w:val="24"/>
              </w:rPr>
              <w:t xml:space="preserve"> J.</w:t>
            </w:r>
            <w:r w:rsidR="0F152195" w:rsidRPr="55225FA7">
              <w:rPr>
                <w:rFonts w:ascii="Corbel" w:hAnsi="Corbel"/>
                <w:sz w:val="24"/>
                <w:szCs w:val="24"/>
              </w:rPr>
              <w:t>,</w:t>
            </w:r>
            <w:r w:rsidR="44175FE2" w:rsidRPr="55225FA7">
              <w:rPr>
                <w:rFonts w:ascii="Corbel" w:hAnsi="Corbel"/>
                <w:sz w:val="24"/>
                <w:szCs w:val="24"/>
              </w:rPr>
              <w:t xml:space="preserve"> </w:t>
            </w:r>
            <w:r w:rsidRPr="55225FA7">
              <w:rPr>
                <w:rFonts w:ascii="Corbel" w:hAnsi="Corbel"/>
                <w:i/>
                <w:iCs/>
                <w:sz w:val="24"/>
                <w:szCs w:val="24"/>
              </w:rPr>
              <w:t>Zadania administracji samorządowej i rządowej w zakresie ochrony środowiska</w:t>
            </w:r>
            <w:r w:rsidRPr="55225FA7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55225FA7">
              <w:rPr>
                <w:rFonts w:ascii="Corbel" w:hAnsi="Corbel"/>
                <w:sz w:val="24"/>
                <w:szCs w:val="24"/>
              </w:rPr>
              <w:t>Municipium</w:t>
            </w:r>
            <w:proofErr w:type="spellEnd"/>
            <w:r w:rsidR="0F152195" w:rsidRPr="55225FA7">
              <w:rPr>
                <w:rFonts w:ascii="Corbel" w:hAnsi="Corbel"/>
                <w:sz w:val="24"/>
                <w:szCs w:val="24"/>
              </w:rPr>
              <w:t>, 2000.</w:t>
            </w:r>
          </w:p>
          <w:p w14:paraId="67CD9AFA" w14:textId="269A62FE" w:rsidR="006B2A96" w:rsidRPr="006B2A96" w:rsidRDefault="006B2A96" w:rsidP="00496C9F">
            <w:pPr>
              <w:pStyle w:val="Akapitzlist"/>
              <w:numPr>
                <w:ilvl w:val="0"/>
                <w:numId w:val="3"/>
              </w:numPr>
              <w:spacing w:before="240" w:after="240" w:line="240" w:lineRule="auto"/>
              <w:ind w:left="341" w:hanging="28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6B2A96">
              <w:rPr>
                <w:rFonts w:ascii="Corbel" w:hAnsi="Corbel"/>
                <w:sz w:val="24"/>
                <w:szCs w:val="24"/>
              </w:rPr>
              <w:t xml:space="preserve">U. Szymańska, E. </w:t>
            </w:r>
            <w:proofErr w:type="spellStart"/>
            <w:r w:rsidRPr="006B2A96">
              <w:rPr>
                <w:rFonts w:ascii="Corbel" w:hAnsi="Corbel"/>
                <w:sz w:val="24"/>
                <w:szCs w:val="24"/>
              </w:rPr>
              <w:t>Zębek</w:t>
            </w:r>
            <w:proofErr w:type="spellEnd"/>
            <w:r w:rsidRPr="006B2A9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552E7">
              <w:rPr>
                <w:rFonts w:ascii="Corbel" w:hAnsi="Corbel"/>
                <w:i/>
                <w:iCs/>
                <w:sz w:val="24"/>
                <w:szCs w:val="24"/>
              </w:rPr>
              <w:t>Ochrona środowiska jak interdyscyplinarna dziedzina wiedzy</w:t>
            </w:r>
            <w:r w:rsidRPr="006B2A96">
              <w:rPr>
                <w:rFonts w:ascii="Corbel" w:hAnsi="Corbel"/>
                <w:sz w:val="24"/>
                <w:szCs w:val="24"/>
              </w:rPr>
              <w:t>, UWM, 2014</w:t>
            </w:r>
            <w:r w:rsidR="00A552E7">
              <w:rPr>
                <w:rFonts w:ascii="Corbel" w:hAnsi="Corbel"/>
                <w:sz w:val="24"/>
                <w:szCs w:val="24"/>
              </w:rPr>
              <w:t>.</w:t>
            </w:r>
          </w:p>
          <w:p w14:paraId="55BF4DD3" w14:textId="27BB501C" w:rsidR="00670380" w:rsidRPr="00FA2B6D" w:rsidRDefault="005238D9" w:rsidP="00496C9F">
            <w:pPr>
              <w:pStyle w:val="Punktygwne"/>
              <w:numPr>
                <w:ilvl w:val="0"/>
                <w:numId w:val="3"/>
              </w:numPr>
              <w:spacing w:after="120"/>
              <w:ind w:left="341" w:hanging="284"/>
              <w:rPr>
                <w:rFonts w:ascii="Corbel" w:hAnsi="Corbel"/>
                <w:b w:val="0"/>
                <w:smallCaps w:val="0"/>
                <w:color w:val="000000"/>
              </w:rPr>
            </w:pPr>
            <w:r w:rsidRPr="7E3317D0">
              <w:rPr>
                <w:rFonts w:ascii="Corbel" w:hAnsi="Corbel"/>
                <w:b w:val="0"/>
                <w:smallCaps w:val="0"/>
              </w:rPr>
              <w:t>A.</w:t>
            </w:r>
            <w:r w:rsidR="502FD305" w:rsidRPr="7E3317D0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7E3317D0">
              <w:rPr>
                <w:rFonts w:ascii="Corbel" w:hAnsi="Corbel"/>
                <w:b w:val="0"/>
                <w:smallCaps w:val="0"/>
              </w:rPr>
              <w:t>Haładyj</w:t>
            </w:r>
            <w:proofErr w:type="spellEnd"/>
            <w:r w:rsidRPr="7E3317D0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2202BF" w:rsidRPr="7E3317D0">
              <w:rPr>
                <w:rFonts w:ascii="Corbel" w:hAnsi="Corbel"/>
                <w:b w:val="0"/>
                <w:i/>
                <w:iCs/>
                <w:smallCaps w:val="0"/>
              </w:rPr>
              <w:t>Między aktem wewnętrznym a prawem powszechnie obowiązującym. Casus programu ochrony środowiska</w:t>
            </w:r>
            <w:r w:rsidR="002202BF" w:rsidRPr="7E3317D0">
              <w:rPr>
                <w:rFonts w:ascii="Corbel" w:hAnsi="Corbel"/>
                <w:b w:val="0"/>
                <w:smallCaps w:val="0"/>
              </w:rPr>
              <w:t xml:space="preserve">, [w:] </w:t>
            </w:r>
            <w:r w:rsidR="00A552E7" w:rsidRPr="7E3317D0">
              <w:rPr>
                <w:rFonts w:ascii="Corbel" w:hAnsi="Corbel"/>
                <w:b w:val="0"/>
                <w:smallCaps w:val="0"/>
              </w:rPr>
              <w:t>„</w:t>
            </w:r>
            <w:r w:rsidR="002202BF" w:rsidRPr="7E3317D0">
              <w:rPr>
                <w:rFonts w:ascii="Corbel" w:hAnsi="Corbel"/>
                <w:b w:val="0"/>
                <w:smallCaps w:val="0"/>
              </w:rPr>
              <w:t>Źródła prawa w samorządzie terytorialnym</w:t>
            </w:r>
            <w:r w:rsidR="00A552E7" w:rsidRPr="7E3317D0">
              <w:rPr>
                <w:rFonts w:ascii="Corbel" w:hAnsi="Corbel"/>
                <w:b w:val="0"/>
                <w:smallCaps w:val="0"/>
              </w:rPr>
              <w:t>”</w:t>
            </w:r>
            <w:r w:rsidR="002202BF" w:rsidRPr="7E3317D0">
              <w:rPr>
                <w:rFonts w:ascii="Corbel" w:hAnsi="Corbel"/>
                <w:b w:val="0"/>
                <w:smallCaps w:val="0"/>
              </w:rPr>
              <w:t>, red. naukowa Bogdan Dolnicki, Wydawnictwo Wolters Kluwer, Warszawa 2018</w:t>
            </w:r>
            <w:r w:rsidR="00A552E7" w:rsidRPr="7E3317D0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15494A47" w14:textId="77777777" w:rsidR="0085747A" w:rsidRPr="00FA2B6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B33F1D" w14:textId="77777777" w:rsidR="0085747A" w:rsidRPr="00FA2B6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FA2B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2B6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6E8A3" w14:textId="77777777" w:rsidR="00226209" w:rsidRDefault="00226209" w:rsidP="00C16ABF">
      <w:pPr>
        <w:spacing w:after="0" w:line="240" w:lineRule="auto"/>
      </w:pPr>
      <w:r>
        <w:separator/>
      </w:r>
    </w:p>
  </w:endnote>
  <w:endnote w:type="continuationSeparator" w:id="0">
    <w:p w14:paraId="0EA24361" w14:textId="77777777" w:rsidR="00226209" w:rsidRDefault="002262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8EA77" w14:textId="77777777" w:rsidR="00226209" w:rsidRDefault="00226209" w:rsidP="00C16ABF">
      <w:pPr>
        <w:spacing w:after="0" w:line="240" w:lineRule="auto"/>
      </w:pPr>
      <w:r>
        <w:separator/>
      </w:r>
    </w:p>
  </w:footnote>
  <w:footnote w:type="continuationSeparator" w:id="0">
    <w:p w14:paraId="3DEAF684" w14:textId="77777777" w:rsidR="00226209" w:rsidRDefault="00226209" w:rsidP="00C16ABF">
      <w:pPr>
        <w:spacing w:after="0" w:line="240" w:lineRule="auto"/>
      </w:pPr>
      <w:r>
        <w:continuationSeparator/>
      </w:r>
    </w:p>
  </w:footnote>
  <w:footnote w:id="1">
    <w:p w14:paraId="2C3A806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23CD1"/>
    <w:multiLevelType w:val="hybridMultilevel"/>
    <w:tmpl w:val="A18C29B4"/>
    <w:lvl w:ilvl="0" w:tplc="E2FA0C82">
      <w:start w:val="1"/>
      <w:numFmt w:val="bullet"/>
      <w:lvlText w:val=""/>
      <w:lvlJc w:val="left"/>
      <w:pPr>
        <w:ind w:left="2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797529"/>
    <w:multiLevelType w:val="hybridMultilevel"/>
    <w:tmpl w:val="0E9A867C"/>
    <w:lvl w:ilvl="0" w:tplc="E2FA0C82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E7BDA"/>
    <w:multiLevelType w:val="hybridMultilevel"/>
    <w:tmpl w:val="673CF752"/>
    <w:lvl w:ilvl="0" w:tplc="0415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" w15:restartNumberingAfterBreak="0">
    <w:nsid w:val="3A632801"/>
    <w:multiLevelType w:val="hybridMultilevel"/>
    <w:tmpl w:val="913C47CC"/>
    <w:lvl w:ilvl="0" w:tplc="2264D1E2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13BA7"/>
    <w:multiLevelType w:val="hybridMultilevel"/>
    <w:tmpl w:val="655CECBA"/>
    <w:lvl w:ilvl="0" w:tplc="E2FA0C82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35B1DBC"/>
    <w:multiLevelType w:val="hybridMultilevel"/>
    <w:tmpl w:val="BC4EB5E4"/>
    <w:lvl w:ilvl="0" w:tplc="E2FA0C8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740349"/>
    <w:multiLevelType w:val="hybridMultilevel"/>
    <w:tmpl w:val="8AC8B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FC560A"/>
    <w:multiLevelType w:val="hybridMultilevel"/>
    <w:tmpl w:val="1F08CD34"/>
    <w:lvl w:ilvl="0" w:tplc="E2FA0C82">
      <w:start w:val="1"/>
      <w:numFmt w:val="bullet"/>
      <w:lvlText w:val=""/>
      <w:lvlJc w:val="left"/>
      <w:pPr>
        <w:ind w:left="12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9" w15:restartNumberingAfterBreak="0">
    <w:nsid w:val="74262911"/>
    <w:multiLevelType w:val="hybridMultilevel"/>
    <w:tmpl w:val="33747070"/>
    <w:lvl w:ilvl="0" w:tplc="E2FA0C82">
      <w:start w:val="1"/>
      <w:numFmt w:val="bullet"/>
      <w:lvlText w:val=""/>
      <w:lvlJc w:val="left"/>
      <w:pPr>
        <w:ind w:left="15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num w:numId="1" w16cid:durableId="442457164">
    <w:abstractNumId w:val="1"/>
  </w:num>
  <w:num w:numId="2" w16cid:durableId="657535623">
    <w:abstractNumId w:val="7"/>
  </w:num>
  <w:num w:numId="3" w16cid:durableId="1799059596">
    <w:abstractNumId w:val="4"/>
  </w:num>
  <w:num w:numId="4" w16cid:durableId="1745757844">
    <w:abstractNumId w:val="3"/>
  </w:num>
  <w:num w:numId="5" w16cid:durableId="1011226645">
    <w:abstractNumId w:val="2"/>
  </w:num>
  <w:num w:numId="6" w16cid:durableId="1914315678">
    <w:abstractNumId w:val="6"/>
  </w:num>
  <w:num w:numId="7" w16cid:durableId="857542162">
    <w:abstractNumId w:val="9"/>
  </w:num>
  <w:num w:numId="8" w16cid:durableId="789784924">
    <w:abstractNumId w:val="5"/>
  </w:num>
  <w:num w:numId="9" w16cid:durableId="390812180">
    <w:abstractNumId w:val="0"/>
  </w:num>
  <w:num w:numId="10" w16cid:durableId="882643163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EA7"/>
    <w:rsid w:val="000048FD"/>
    <w:rsid w:val="00007164"/>
    <w:rsid w:val="000077B4"/>
    <w:rsid w:val="00014B80"/>
    <w:rsid w:val="00015B8F"/>
    <w:rsid w:val="00017191"/>
    <w:rsid w:val="000218CC"/>
    <w:rsid w:val="00022ECE"/>
    <w:rsid w:val="00042A51"/>
    <w:rsid w:val="00042D2E"/>
    <w:rsid w:val="00044C82"/>
    <w:rsid w:val="00054F5A"/>
    <w:rsid w:val="00065178"/>
    <w:rsid w:val="00070ED6"/>
    <w:rsid w:val="00071185"/>
    <w:rsid w:val="000742DC"/>
    <w:rsid w:val="000800DF"/>
    <w:rsid w:val="00084C12"/>
    <w:rsid w:val="0009462C"/>
    <w:rsid w:val="00094B12"/>
    <w:rsid w:val="00096638"/>
    <w:rsid w:val="00096C46"/>
    <w:rsid w:val="000A296F"/>
    <w:rsid w:val="000A2A28"/>
    <w:rsid w:val="000A474C"/>
    <w:rsid w:val="000B05E6"/>
    <w:rsid w:val="000B192D"/>
    <w:rsid w:val="000B1A6A"/>
    <w:rsid w:val="000B28EE"/>
    <w:rsid w:val="000B3E37"/>
    <w:rsid w:val="000B72AE"/>
    <w:rsid w:val="000C218C"/>
    <w:rsid w:val="000C7DBA"/>
    <w:rsid w:val="000D04B0"/>
    <w:rsid w:val="000D0DE4"/>
    <w:rsid w:val="000D4918"/>
    <w:rsid w:val="000E1F36"/>
    <w:rsid w:val="000E3B22"/>
    <w:rsid w:val="000F1C57"/>
    <w:rsid w:val="000F5615"/>
    <w:rsid w:val="000F7258"/>
    <w:rsid w:val="00100B80"/>
    <w:rsid w:val="00104F0B"/>
    <w:rsid w:val="001126A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3122"/>
    <w:rsid w:val="0018511A"/>
    <w:rsid w:val="00192F37"/>
    <w:rsid w:val="001A70D2"/>
    <w:rsid w:val="001B3A34"/>
    <w:rsid w:val="001B3EDD"/>
    <w:rsid w:val="001D0A25"/>
    <w:rsid w:val="001D657B"/>
    <w:rsid w:val="001D6A91"/>
    <w:rsid w:val="001D748C"/>
    <w:rsid w:val="001D7B54"/>
    <w:rsid w:val="001E0209"/>
    <w:rsid w:val="001E02DB"/>
    <w:rsid w:val="001E2B80"/>
    <w:rsid w:val="001F2CA2"/>
    <w:rsid w:val="002035B0"/>
    <w:rsid w:val="002054C5"/>
    <w:rsid w:val="002144C0"/>
    <w:rsid w:val="002202BF"/>
    <w:rsid w:val="0022477D"/>
    <w:rsid w:val="00226209"/>
    <w:rsid w:val="002278A9"/>
    <w:rsid w:val="00232D55"/>
    <w:rsid w:val="002336F9"/>
    <w:rsid w:val="0024028F"/>
    <w:rsid w:val="00244ABC"/>
    <w:rsid w:val="002452C9"/>
    <w:rsid w:val="00251B5B"/>
    <w:rsid w:val="0025279C"/>
    <w:rsid w:val="00270AEE"/>
    <w:rsid w:val="00281FF2"/>
    <w:rsid w:val="00283025"/>
    <w:rsid w:val="002857DE"/>
    <w:rsid w:val="002860E3"/>
    <w:rsid w:val="00291567"/>
    <w:rsid w:val="0029298D"/>
    <w:rsid w:val="00292DFA"/>
    <w:rsid w:val="00297BA0"/>
    <w:rsid w:val="002A22BF"/>
    <w:rsid w:val="002A2389"/>
    <w:rsid w:val="002A48FE"/>
    <w:rsid w:val="002A5CE2"/>
    <w:rsid w:val="002A671D"/>
    <w:rsid w:val="002A7F12"/>
    <w:rsid w:val="002B3F22"/>
    <w:rsid w:val="002B4D55"/>
    <w:rsid w:val="002B5EA0"/>
    <w:rsid w:val="002B6119"/>
    <w:rsid w:val="002C1F06"/>
    <w:rsid w:val="002C41CF"/>
    <w:rsid w:val="002D3375"/>
    <w:rsid w:val="002D73D4"/>
    <w:rsid w:val="002E3822"/>
    <w:rsid w:val="002E4F40"/>
    <w:rsid w:val="002E5FD1"/>
    <w:rsid w:val="002F02A3"/>
    <w:rsid w:val="002F0C00"/>
    <w:rsid w:val="002F4ABE"/>
    <w:rsid w:val="003018BA"/>
    <w:rsid w:val="0030395F"/>
    <w:rsid w:val="003057EE"/>
    <w:rsid w:val="00305C92"/>
    <w:rsid w:val="00307553"/>
    <w:rsid w:val="00310C3D"/>
    <w:rsid w:val="003151C5"/>
    <w:rsid w:val="003201C6"/>
    <w:rsid w:val="003343CF"/>
    <w:rsid w:val="00346FE9"/>
    <w:rsid w:val="0034759A"/>
    <w:rsid w:val="00350300"/>
    <w:rsid w:val="003503F6"/>
    <w:rsid w:val="00351880"/>
    <w:rsid w:val="003530DD"/>
    <w:rsid w:val="00363F78"/>
    <w:rsid w:val="00381FDF"/>
    <w:rsid w:val="003A0A5B"/>
    <w:rsid w:val="003A1176"/>
    <w:rsid w:val="003A6F49"/>
    <w:rsid w:val="003B14E3"/>
    <w:rsid w:val="003C0BAE"/>
    <w:rsid w:val="003D108A"/>
    <w:rsid w:val="003D18A9"/>
    <w:rsid w:val="003D3E09"/>
    <w:rsid w:val="003D6CE2"/>
    <w:rsid w:val="003D702B"/>
    <w:rsid w:val="003E1941"/>
    <w:rsid w:val="003E2FE6"/>
    <w:rsid w:val="003E49D5"/>
    <w:rsid w:val="003F38C0"/>
    <w:rsid w:val="00407421"/>
    <w:rsid w:val="00414E3C"/>
    <w:rsid w:val="0041581B"/>
    <w:rsid w:val="0042076D"/>
    <w:rsid w:val="0042244A"/>
    <w:rsid w:val="0042745A"/>
    <w:rsid w:val="00431D5C"/>
    <w:rsid w:val="00434300"/>
    <w:rsid w:val="004362C6"/>
    <w:rsid w:val="00437FA2"/>
    <w:rsid w:val="00445970"/>
    <w:rsid w:val="00461EFC"/>
    <w:rsid w:val="004620B6"/>
    <w:rsid w:val="00463B7B"/>
    <w:rsid w:val="004652C2"/>
    <w:rsid w:val="00467A9E"/>
    <w:rsid w:val="004706D1"/>
    <w:rsid w:val="00471326"/>
    <w:rsid w:val="0047598D"/>
    <w:rsid w:val="004840FD"/>
    <w:rsid w:val="00490F7D"/>
    <w:rsid w:val="00491678"/>
    <w:rsid w:val="004968E2"/>
    <w:rsid w:val="00496C9F"/>
    <w:rsid w:val="004A2838"/>
    <w:rsid w:val="004A3EEA"/>
    <w:rsid w:val="004A4B6B"/>
    <w:rsid w:val="004A4D1F"/>
    <w:rsid w:val="004B2A84"/>
    <w:rsid w:val="004C4922"/>
    <w:rsid w:val="004C690A"/>
    <w:rsid w:val="004D43DF"/>
    <w:rsid w:val="004D5282"/>
    <w:rsid w:val="004F081A"/>
    <w:rsid w:val="004F1551"/>
    <w:rsid w:val="004F2BBF"/>
    <w:rsid w:val="004F55A3"/>
    <w:rsid w:val="004F6CD8"/>
    <w:rsid w:val="0050496F"/>
    <w:rsid w:val="0050627C"/>
    <w:rsid w:val="00513B6F"/>
    <w:rsid w:val="00517C63"/>
    <w:rsid w:val="005238D9"/>
    <w:rsid w:val="0053578D"/>
    <w:rsid w:val="005363C4"/>
    <w:rsid w:val="00536BDE"/>
    <w:rsid w:val="00543ACC"/>
    <w:rsid w:val="0055054E"/>
    <w:rsid w:val="005603B9"/>
    <w:rsid w:val="005639F3"/>
    <w:rsid w:val="00564FF0"/>
    <w:rsid w:val="0056696D"/>
    <w:rsid w:val="00572785"/>
    <w:rsid w:val="00573961"/>
    <w:rsid w:val="00590EC0"/>
    <w:rsid w:val="0059484D"/>
    <w:rsid w:val="00594EDE"/>
    <w:rsid w:val="00597D91"/>
    <w:rsid w:val="005A0855"/>
    <w:rsid w:val="005A3196"/>
    <w:rsid w:val="005A5E6C"/>
    <w:rsid w:val="005B0E32"/>
    <w:rsid w:val="005B547F"/>
    <w:rsid w:val="005C080F"/>
    <w:rsid w:val="005C2366"/>
    <w:rsid w:val="005C55E5"/>
    <w:rsid w:val="005C696A"/>
    <w:rsid w:val="005D5EFF"/>
    <w:rsid w:val="005E6E85"/>
    <w:rsid w:val="005F31D2"/>
    <w:rsid w:val="0061029B"/>
    <w:rsid w:val="006114DF"/>
    <w:rsid w:val="00611B5D"/>
    <w:rsid w:val="006155FA"/>
    <w:rsid w:val="00617230"/>
    <w:rsid w:val="00621CE1"/>
    <w:rsid w:val="00627FC9"/>
    <w:rsid w:val="00637FA9"/>
    <w:rsid w:val="00647FA8"/>
    <w:rsid w:val="00650C5F"/>
    <w:rsid w:val="00654934"/>
    <w:rsid w:val="006620D9"/>
    <w:rsid w:val="00670380"/>
    <w:rsid w:val="00671958"/>
    <w:rsid w:val="00675843"/>
    <w:rsid w:val="006842AA"/>
    <w:rsid w:val="006848BF"/>
    <w:rsid w:val="0069155F"/>
    <w:rsid w:val="00696477"/>
    <w:rsid w:val="006A221A"/>
    <w:rsid w:val="006A6B6B"/>
    <w:rsid w:val="006B2A96"/>
    <w:rsid w:val="006B3E62"/>
    <w:rsid w:val="006B5295"/>
    <w:rsid w:val="006B6045"/>
    <w:rsid w:val="006C2F72"/>
    <w:rsid w:val="006D050F"/>
    <w:rsid w:val="006D6139"/>
    <w:rsid w:val="006D680C"/>
    <w:rsid w:val="006E1C15"/>
    <w:rsid w:val="006E5D65"/>
    <w:rsid w:val="006F1282"/>
    <w:rsid w:val="006F1FBC"/>
    <w:rsid w:val="006F315E"/>
    <w:rsid w:val="006F31E2"/>
    <w:rsid w:val="00706544"/>
    <w:rsid w:val="007072BA"/>
    <w:rsid w:val="00707B20"/>
    <w:rsid w:val="00714C03"/>
    <w:rsid w:val="0071620A"/>
    <w:rsid w:val="00724677"/>
    <w:rsid w:val="00725459"/>
    <w:rsid w:val="00730196"/>
    <w:rsid w:val="00730478"/>
    <w:rsid w:val="007327BD"/>
    <w:rsid w:val="00734608"/>
    <w:rsid w:val="00745302"/>
    <w:rsid w:val="007461D6"/>
    <w:rsid w:val="00746EC8"/>
    <w:rsid w:val="00763BF1"/>
    <w:rsid w:val="00766FD4"/>
    <w:rsid w:val="00770E5E"/>
    <w:rsid w:val="00772C07"/>
    <w:rsid w:val="00773F30"/>
    <w:rsid w:val="0078168C"/>
    <w:rsid w:val="00787C2A"/>
    <w:rsid w:val="00790E27"/>
    <w:rsid w:val="00797100"/>
    <w:rsid w:val="007A044E"/>
    <w:rsid w:val="007A4022"/>
    <w:rsid w:val="007A50F5"/>
    <w:rsid w:val="007A6E6E"/>
    <w:rsid w:val="007B3412"/>
    <w:rsid w:val="007B60C7"/>
    <w:rsid w:val="007B63CA"/>
    <w:rsid w:val="007B6D83"/>
    <w:rsid w:val="007C0788"/>
    <w:rsid w:val="007C3299"/>
    <w:rsid w:val="007C3BCC"/>
    <w:rsid w:val="007C4546"/>
    <w:rsid w:val="007D6E56"/>
    <w:rsid w:val="007E5B39"/>
    <w:rsid w:val="007F4155"/>
    <w:rsid w:val="007F6962"/>
    <w:rsid w:val="00804579"/>
    <w:rsid w:val="0081554D"/>
    <w:rsid w:val="0081707E"/>
    <w:rsid w:val="00820515"/>
    <w:rsid w:val="00837ABB"/>
    <w:rsid w:val="00841ACC"/>
    <w:rsid w:val="008440F4"/>
    <w:rsid w:val="008449B3"/>
    <w:rsid w:val="00845AC8"/>
    <w:rsid w:val="00847D23"/>
    <w:rsid w:val="0085747A"/>
    <w:rsid w:val="00877D5D"/>
    <w:rsid w:val="00884922"/>
    <w:rsid w:val="00884AE8"/>
    <w:rsid w:val="00885F64"/>
    <w:rsid w:val="008917F9"/>
    <w:rsid w:val="008A45F7"/>
    <w:rsid w:val="008B2250"/>
    <w:rsid w:val="008B2A75"/>
    <w:rsid w:val="008C0CC0"/>
    <w:rsid w:val="008C19A9"/>
    <w:rsid w:val="008C379D"/>
    <w:rsid w:val="008C5147"/>
    <w:rsid w:val="008C5359"/>
    <w:rsid w:val="008C5363"/>
    <w:rsid w:val="008D3DFB"/>
    <w:rsid w:val="008D5779"/>
    <w:rsid w:val="008E64F4"/>
    <w:rsid w:val="008E6775"/>
    <w:rsid w:val="008F0097"/>
    <w:rsid w:val="008F12C9"/>
    <w:rsid w:val="008F6E29"/>
    <w:rsid w:val="009055D0"/>
    <w:rsid w:val="00916188"/>
    <w:rsid w:val="00923A20"/>
    <w:rsid w:val="00923D7D"/>
    <w:rsid w:val="009255F5"/>
    <w:rsid w:val="00936198"/>
    <w:rsid w:val="0094676A"/>
    <w:rsid w:val="009508DF"/>
    <w:rsid w:val="00950DAC"/>
    <w:rsid w:val="00954A07"/>
    <w:rsid w:val="009825F8"/>
    <w:rsid w:val="009832B6"/>
    <w:rsid w:val="00985EC4"/>
    <w:rsid w:val="00993ED8"/>
    <w:rsid w:val="00997F14"/>
    <w:rsid w:val="009A0274"/>
    <w:rsid w:val="009A78D9"/>
    <w:rsid w:val="009B6BAE"/>
    <w:rsid w:val="009B6F73"/>
    <w:rsid w:val="009C3E31"/>
    <w:rsid w:val="009C54AE"/>
    <w:rsid w:val="009C61ED"/>
    <w:rsid w:val="009C6A57"/>
    <w:rsid w:val="009C788E"/>
    <w:rsid w:val="009D1D33"/>
    <w:rsid w:val="009E2717"/>
    <w:rsid w:val="009E3B41"/>
    <w:rsid w:val="009E61BB"/>
    <w:rsid w:val="009F1808"/>
    <w:rsid w:val="009F3C5C"/>
    <w:rsid w:val="009F4610"/>
    <w:rsid w:val="00A00ECC"/>
    <w:rsid w:val="00A01346"/>
    <w:rsid w:val="00A07888"/>
    <w:rsid w:val="00A14B1E"/>
    <w:rsid w:val="00A155EE"/>
    <w:rsid w:val="00A2245B"/>
    <w:rsid w:val="00A27353"/>
    <w:rsid w:val="00A273FC"/>
    <w:rsid w:val="00A30110"/>
    <w:rsid w:val="00A35944"/>
    <w:rsid w:val="00A36899"/>
    <w:rsid w:val="00A371F6"/>
    <w:rsid w:val="00A43BF6"/>
    <w:rsid w:val="00A473AD"/>
    <w:rsid w:val="00A53FA5"/>
    <w:rsid w:val="00A54817"/>
    <w:rsid w:val="00A552E7"/>
    <w:rsid w:val="00A601C8"/>
    <w:rsid w:val="00A60799"/>
    <w:rsid w:val="00A820B7"/>
    <w:rsid w:val="00A84C85"/>
    <w:rsid w:val="00A86FDE"/>
    <w:rsid w:val="00A97DE1"/>
    <w:rsid w:val="00AB053C"/>
    <w:rsid w:val="00AC431E"/>
    <w:rsid w:val="00AC48E9"/>
    <w:rsid w:val="00AD1146"/>
    <w:rsid w:val="00AD27D3"/>
    <w:rsid w:val="00AD66D6"/>
    <w:rsid w:val="00AE1160"/>
    <w:rsid w:val="00AE176B"/>
    <w:rsid w:val="00AE203C"/>
    <w:rsid w:val="00AE2E74"/>
    <w:rsid w:val="00AE4D58"/>
    <w:rsid w:val="00AE5FCB"/>
    <w:rsid w:val="00AF2C1E"/>
    <w:rsid w:val="00B06142"/>
    <w:rsid w:val="00B073EE"/>
    <w:rsid w:val="00B1160D"/>
    <w:rsid w:val="00B135B1"/>
    <w:rsid w:val="00B3130B"/>
    <w:rsid w:val="00B316F3"/>
    <w:rsid w:val="00B40ADB"/>
    <w:rsid w:val="00B4185A"/>
    <w:rsid w:val="00B43B77"/>
    <w:rsid w:val="00B43E80"/>
    <w:rsid w:val="00B4693B"/>
    <w:rsid w:val="00B556E4"/>
    <w:rsid w:val="00B55F85"/>
    <w:rsid w:val="00B607DB"/>
    <w:rsid w:val="00B63347"/>
    <w:rsid w:val="00B66529"/>
    <w:rsid w:val="00B75946"/>
    <w:rsid w:val="00B8056E"/>
    <w:rsid w:val="00B819C8"/>
    <w:rsid w:val="00B81C38"/>
    <w:rsid w:val="00B82308"/>
    <w:rsid w:val="00B863CE"/>
    <w:rsid w:val="00B90885"/>
    <w:rsid w:val="00B93A50"/>
    <w:rsid w:val="00B96CDD"/>
    <w:rsid w:val="00BA2808"/>
    <w:rsid w:val="00BB02D3"/>
    <w:rsid w:val="00BB520A"/>
    <w:rsid w:val="00BC24E7"/>
    <w:rsid w:val="00BC595D"/>
    <w:rsid w:val="00BD3869"/>
    <w:rsid w:val="00BD66E9"/>
    <w:rsid w:val="00BD6FF4"/>
    <w:rsid w:val="00BE01D9"/>
    <w:rsid w:val="00BE129D"/>
    <w:rsid w:val="00BF2C41"/>
    <w:rsid w:val="00C03329"/>
    <w:rsid w:val="00C05131"/>
    <w:rsid w:val="00C058B4"/>
    <w:rsid w:val="00C05F44"/>
    <w:rsid w:val="00C12FC9"/>
    <w:rsid w:val="00C131B5"/>
    <w:rsid w:val="00C132BD"/>
    <w:rsid w:val="00C16ABF"/>
    <w:rsid w:val="00C170AE"/>
    <w:rsid w:val="00C17CE0"/>
    <w:rsid w:val="00C26CB7"/>
    <w:rsid w:val="00C324C1"/>
    <w:rsid w:val="00C36992"/>
    <w:rsid w:val="00C376AB"/>
    <w:rsid w:val="00C42F17"/>
    <w:rsid w:val="00C53118"/>
    <w:rsid w:val="00C56036"/>
    <w:rsid w:val="00C611C1"/>
    <w:rsid w:val="00C61DC5"/>
    <w:rsid w:val="00C67E92"/>
    <w:rsid w:val="00C70A26"/>
    <w:rsid w:val="00C76623"/>
    <w:rsid w:val="00C766DF"/>
    <w:rsid w:val="00C865C8"/>
    <w:rsid w:val="00C94B98"/>
    <w:rsid w:val="00CA2B96"/>
    <w:rsid w:val="00CA5089"/>
    <w:rsid w:val="00CA6F25"/>
    <w:rsid w:val="00CB7148"/>
    <w:rsid w:val="00CC087E"/>
    <w:rsid w:val="00CC4B02"/>
    <w:rsid w:val="00CC6D49"/>
    <w:rsid w:val="00CD0524"/>
    <w:rsid w:val="00CD6897"/>
    <w:rsid w:val="00CD74F2"/>
    <w:rsid w:val="00CE0571"/>
    <w:rsid w:val="00CE250D"/>
    <w:rsid w:val="00CE5BAC"/>
    <w:rsid w:val="00CF25BE"/>
    <w:rsid w:val="00CF5191"/>
    <w:rsid w:val="00CF78ED"/>
    <w:rsid w:val="00D00F6E"/>
    <w:rsid w:val="00D02B25"/>
    <w:rsid w:val="00D02EBA"/>
    <w:rsid w:val="00D05007"/>
    <w:rsid w:val="00D12A13"/>
    <w:rsid w:val="00D1419B"/>
    <w:rsid w:val="00D15ADD"/>
    <w:rsid w:val="00D17C3C"/>
    <w:rsid w:val="00D26B2C"/>
    <w:rsid w:val="00D352C9"/>
    <w:rsid w:val="00D369EE"/>
    <w:rsid w:val="00D41D24"/>
    <w:rsid w:val="00D425B2"/>
    <w:rsid w:val="00D428D6"/>
    <w:rsid w:val="00D552B2"/>
    <w:rsid w:val="00D608D1"/>
    <w:rsid w:val="00D63F16"/>
    <w:rsid w:val="00D64C5B"/>
    <w:rsid w:val="00D74119"/>
    <w:rsid w:val="00D7726D"/>
    <w:rsid w:val="00D8075B"/>
    <w:rsid w:val="00D8678B"/>
    <w:rsid w:val="00D96600"/>
    <w:rsid w:val="00DA2114"/>
    <w:rsid w:val="00DA21CD"/>
    <w:rsid w:val="00DB019B"/>
    <w:rsid w:val="00DD228C"/>
    <w:rsid w:val="00DE021F"/>
    <w:rsid w:val="00DE09C0"/>
    <w:rsid w:val="00DE4A14"/>
    <w:rsid w:val="00DE4D29"/>
    <w:rsid w:val="00DF320D"/>
    <w:rsid w:val="00DF71C8"/>
    <w:rsid w:val="00DF75F0"/>
    <w:rsid w:val="00E1009C"/>
    <w:rsid w:val="00E129B8"/>
    <w:rsid w:val="00E20D83"/>
    <w:rsid w:val="00E21E7D"/>
    <w:rsid w:val="00E22FBC"/>
    <w:rsid w:val="00E24BF5"/>
    <w:rsid w:val="00E24E37"/>
    <w:rsid w:val="00E25338"/>
    <w:rsid w:val="00E51E44"/>
    <w:rsid w:val="00E63348"/>
    <w:rsid w:val="00E63E63"/>
    <w:rsid w:val="00E64928"/>
    <w:rsid w:val="00E71644"/>
    <w:rsid w:val="00E74689"/>
    <w:rsid w:val="00E75ABF"/>
    <w:rsid w:val="00E77E88"/>
    <w:rsid w:val="00E8107D"/>
    <w:rsid w:val="00E810D9"/>
    <w:rsid w:val="00E82E6F"/>
    <w:rsid w:val="00E960BB"/>
    <w:rsid w:val="00EA2074"/>
    <w:rsid w:val="00EA4832"/>
    <w:rsid w:val="00EA4E9D"/>
    <w:rsid w:val="00EA6AAD"/>
    <w:rsid w:val="00EB4E4F"/>
    <w:rsid w:val="00EC2A57"/>
    <w:rsid w:val="00EC2F34"/>
    <w:rsid w:val="00EC4899"/>
    <w:rsid w:val="00EC5E23"/>
    <w:rsid w:val="00ED03AB"/>
    <w:rsid w:val="00ED32D2"/>
    <w:rsid w:val="00ED36A0"/>
    <w:rsid w:val="00EDD4C0"/>
    <w:rsid w:val="00EE32DE"/>
    <w:rsid w:val="00EE5457"/>
    <w:rsid w:val="00EE7100"/>
    <w:rsid w:val="00EF2626"/>
    <w:rsid w:val="00EF5E51"/>
    <w:rsid w:val="00F070AB"/>
    <w:rsid w:val="00F15E87"/>
    <w:rsid w:val="00F17567"/>
    <w:rsid w:val="00F257A5"/>
    <w:rsid w:val="00F27A7B"/>
    <w:rsid w:val="00F36F5C"/>
    <w:rsid w:val="00F526AF"/>
    <w:rsid w:val="00F617C3"/>
    <w:rsid w:val="00F632C9"/>
    <w:rsid w:val="00F655F4"/>
    <w:rsid w:val="00F7066B"/>
    <w:rsid w:val="00F71599"/>
    <w:rsid w:val="00F74618"/>
    <w:rsid w:val="00F83B28"/>
    <w:rsid w:val="00F8776A"/>
    <w:rsid w:val="00F87A85"/>
    <w:rsid w:val="00F87FD6"/>
    <w:rsid w:val="00FA2B6D"/>
    <w:rsid w:val="00FA46E5"/>
    <w:rsid w:val="00FA7E17"/>
    <w:rsid w:val="00FB7DBA"/>
    <w:rsid w:val="00FC08CE"/>
    <w:rsid w:val="00FC1C25"/>
    <w:rsid w:val="00FC3F45"/>
    <w:rsid w:val="00FC6791"/>
    <w:rsid w:val="00FD23AE"/>
    <w:rsid w:val="00FD503F"/>
    <w:rsid w:val="00FD7589"/>
    <w:rsid w:val="00FD7F8F"/>
    <w:rsid w:val="00FE4304"/>
    <w:rsid w:val="00FE5664"/>
    <w:rsid w:val="00FE62BB"/>
    <w:rsid w:val="00FF016A"/>
    <w:rsid w:val="00FF1401"/>
    <w:rsid w:val="00FF5E7D"/>
    <w:rsid w:val="0183F4CD"/>
    <w:rsid w:val="05727AB1"/>
    <w:rsid w:val="07A4FB35"/>
    <w:rsid w:val="08298FB0"/>
    <w:rsid w:val="08434220"/>
    <w:rsid w:val="086FF58C"/>
    <w:rsid w:val="0D0ED060"/>
    <w:rsid w:val="0F152195"/>
    <w:rsid w:val="0FA9EADA"/>
    <w:rsid w:val="105BEB1C"/>
    <w:rsid w:val="12F134A2"/>
    <w:rsid w:val="1504AA01"/>
    <w:rsid w:val="169D0129"/>
    <w:rsid w:val="17690B0A"/>
    <w:rsid w:val="177A9D47"/>
    <w:rsid w:val="18AEDB84"/>
    <w:rsid w:val="1BE67C46"/>
    <w:rsid w:val="1C4805B6"/>
    <w:rsid w:val="1C83F9AB"/>
    <w:rsid w:val="202D2A14"/>
    <w:rsid w:val="2175A0A4"/>
    <w:rsid w:val="226D5111"/>
    <w:rsid w:val="23CDF656"/>
    <w:rsid w:val="23D44F4A"/>
    <w:rsid w:val="24F14614"/>
    <w:rsid w:val="28887421"/>
    <w:rsid w:val="29243BFD"/>
    <w:rsid w:val="2A835C63"/>
    <w:rsid w:val="3399C1E6"/>
    <w:rsid w:val="339EC209"/>
    <w:rsid w:val="39AEDC55"/>
    <w:rsid w:val="3B622030"/>
    <w:rsid w:val="3FBDB91E"/>
    <w:rsid w:val="413ECF3B"/>
    <w:rsid w:val="44175FE2"/>
    <w:rsid w:val="449F56FB"/>
    <w:rsid w:val="463B275C"/>
    <w:rsid w:val="48D0FC43"/>
    <w:rsid w:val="4A148E64"/>
    <w:rsid w:val="4AFA33EE"/>
    <w:rsid w:val="4E0FE2A3"/>
    <w:rsid w:val="502FD305"/>
    <w:rsid w:val="536188E7"/>
    <w:rsid w:val="55225FA7"/>
    <w:rsid w:val="5801BA39"/>
    <w:rsid w:val="595026F6"/>
    <w:rsid w:val="5EF1AEEB"/>
    <w:rsid w:val="65A63925"/>
    <w:rsid w:val="66F74CAF"/>
    <w:rsid w:val="6AEA2CDF"/>
    <w:rsid w:val="6D42A96C"/>
    <w:rsid w:val="6E5860BB"/>
    <w:rsid w:val="70B5F587"/>
    <w:rsid w:val="74313EB0"/>
    <w:rsid w:val="78FC73C6"/>
    <w:rsid w:val="7DEEB966"/>
    <w:rsid w:val="7E3317D0"/>
    <w:rsid w:val="7F9016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40B16"/>
  <w15:docId w15:val="{BD0DCB92-FD6D-4E4D-8C01-9603A623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CFF20-933C-4DDF-A213-5D5FB3D66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</TotalTime>
  <Pages>1</Pages>
  <Words>1202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Alicja Mendocha</cp:lastModifiedBy>
  <cp:revision>17</cp:revision>
  <cp:lastPrinted>2025-10-17T07:21:00Z</cp:lastPrinted>
  <dcterms:created xsi:type="dcterms:W3CDTF">2023-09-11T15:00:00Z</dcterms:created>
  <dcterms:modified xsi:type="dcterms:W3CDTF">2025-10-17T07:22:00Z</dcterms:modified>
</cp:coreProperties>
</file>